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7C098C7" w14:textId="77777777" w:rsidTr="00B72DA8">
        <w:tc>
          <w:tcPr>
            <w:tcW w:w="1398" w:type="dxa"/>
          </w:tcPr>
          <w:p w14:paraId="118207C3" w14:textId="77777777" w:rsidR="00757AC7" w:rsidRPr="00937E6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4470719F" w14:textId="77777777" w:rsidR="00757AC7" w:rsidRPr="00937E6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28C3B9EE" w14:textId="77777777" w:rsidR="00757AC7" w:rsidRPr="00937E65" w:rsidRDefault="00757AC7" w:rsidP="000247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82066" w14:paraId="738AFEAB" w14:textId="77777777" w:rsidTr="00B72DA8">
        <w:tc>
          <w:tcPr>
            <w:tcW w:w="1398" w:type="dxa"/>
          </w:tcPr>
          <w:p w14:paraId="32B208C6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02792030</w:t>
            </w:r>
          </w:p>
        </w:tc>
        <w:tc>
          <w:tcPr>
            <w:tcW w:w="2297" w:type="dxa"/>
          </w:tcPr>
          <w:p w14:paraId="73075EC8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Serpentino riscaldante con kit di assemblaggio</w:t>
            </w:r>
          </w:p>
          <w:p w14:paraId="7CCC0A1A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LS 08</w:t>
            </w:r>
          </w:p>
        </w:tc>
        <w:tc>
          <w:tcPr>
            <w:tcW w:w="5803" w:type="dxa"/>
          </w:tcPr>
          <w:p w14:paraId="3AAC7391" w14:textId="0270C0FF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in tubo di rame alettato stagnato adatto per il riscaldamento di acqua calda sanitaria con attacchi </w:t>
            </w:r>
            <w:r w:rsidR="00B44A60">
              <w:rPr>
                <w:rFonts w:ascii="Poppins" w:hAnsi="Poppins" w:cs="Poppins"/>
                <w:sz w:val="20"/>
              </w:rPr>
              <w:t>3/4</w:t>
            </w:r>
            <w:r w:rsidRPr="00937E65">
              <w:rPr>
                <w:rFonts w:ascii="Poppins" w:hAnsi="Poppins" w:cs="Poppins"/>
                <w:sz w:val="20"/>
              </w:rPr>
              <w:t>” M saldobrasati.</w:t>
            </w:r>
          </w:p>
          <w:p w14:paraId="3AA8B4AE" w14:textId="48422FCD" w:rsidR="00024720" w:rsidRDefault="00024720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30A158" w14:textId="1DAC61BF" w:rsidR="00024720" w:rsidRPr="00024720" w:rsidRDefault="00024720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2472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4DA5FB7" w14:textId="3ECAF735" w:rsidR="00C82066" w:rsidRPr="00024720" w:rsidRDefault="00C82066" w:rsidP="0002472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>Superficie di scambio: 0,8 m</w:t>
            </w:r>
            <w:r w:rsidR="00082E29">
              <w:rPr>
                <w:rFonts w:ascii="Poppins" w:hAnsi="Poppins" w:cs="Poppins"/>
              </w:rPr>
              <w:t>2</w:t>
            </w:r>
          </w:p>
          <w:p w14:paraId="4896A162" w14:textId="401F5618" w:rsidR="00C82066" w:rsidRPr="00024720" w:rsidRDefault="00C82066" w:rsidP="0002472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 xml:space="preserve">Completo di giunti dielettrici </w:t>
            </w:r>
            <w:r w:rsidR="00B44A60" w:rsidRPr="00024720">
              <w:rPr>
                <w:rFonts w:ascii="Poppins" w:hAnsi="Poppins" w:cs="Poppins"/>
              </w:rPr>
              <w:t>3/4</w:t>
            </w:r>
            <w:r w:rsidRPr="00024720">
              <w:rPr>
                <w:rFonts w:ascii="Poppins" w:hAnsi="Poppins" w:cs="Poppins"/>
              </w:rPr>
              <w:t>” MF, flangia DN 180 con guarnizione, viti di serraggio, cuffia isolante e rosette</w:t>
            </w:r>
          </w:p>
          <w:p w14:paraId="5C6DB088" w14:textId="7C3948E7" w:rsidR="00C82066" w:rsidRPr="00024720" w:rsidRDefault="00C82066" w:rsidP="0002472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024720">
                <w:rPr>
                  <w:rFonts w:ascii="Poppins" w:hAnsi="Poppins" w:cs="Poppins"/>
                </w:rPr>
                <w:t>100 °C</w:t>
              </w:r>
            </w:smartTag>
          </w:p>
          <w:p w14:paraId="771A3E20" w14:textId="2E56D007" w:rsidR="00C82066" w:rsidRDefault="00C82066" w:rsidP="0002472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>Pressione massima di esercizio: 10 bar</w:t>
            </w:r>
          </w:p>
          <w:p w14:paraId="4F767BCC" w14:textId="77777777" w:rsidR="002D7096" w:rsidRPr="002D7096" w:rsidRDefault="002D7096" w:rsidP="002D70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62C740" w14:textId="076B5751" w:rsidR="002D7096" w:rsidRDefault="002D7096" w:rsidP="002D7096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Euro V 150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500, Euro HPV 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1000</w:t>
            </w:r>
            <w:r w:rsidR="00801494">
              <w:rPr>
                <w:rFonts w:ascii="Poppins" w:hAnsi="Poppins" w:cs="Poppins"/>
                <w:sz w:val="20"/>
              </w:rPr>
              <w:t>, HP2V 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01494">
              <w:rPr>
                <w:rFonts w:ascii="Poppins" w:hAnsi="Poppins" w:cs="Poppins"/>
                <w:sz w:val="20"/>
              </w:rPr>
              <w:t>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01494">
              <w:rPr>
                <w:rFonts w:ascii="Poppins" w:hAnsi="Poppins" w:cs="Poppins"/>
                <w:sz w:val="20"/>
              </w:rPr>
              <w:t>750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01494">
              <w:rPr>
                <w:rFonts w:ascii="Poppins" w:hAnsi="Poppins" w:cs="Poppins"/>
                <w:sz w:val="20"/>
              </w:rPr>
              <w:t>1000, HEVSN 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01494">
              <w:rPr>
                <w:rFonts w:ascii="Poppins" w:hAnsi="Poppins" w:cs="Poppins"/>
                <w:sz w:val="20"/>
              </w:rPr>
              <w:t>500.</w:t>
            </w:r>
          </w:p>
          <w:p w14:paraId="44CE40F8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9F40F0" w14:textId="5478F5BA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024720" w:rsidRPr="00024720">
              <w:rPr>
                <w:rFonts w:ascii="Poppins" w:hAnsi="Poppins" w:cs="Poppins"/>
                <w:b/>
                <w:sz w:val="20"/>
              </w:rPr>
              <w:t>Serpentino riscaldante con kit di assemblaggio</w:t>
            </w:r>
            <w:r w:rsidR="00024720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024720" w:rsidRPr="00024720">
              <w:rPr>
                <w:rFonts w:ascii="Poppins" w:hAnsi="Poppins" w:cs="Poppins"/>
                <w:b/>
                <w:sz w:val="20"/>
              </w:rPr>
              <w:t>LS 08</w:t>
            </w:r>
            <w:r w:rsidR="00024720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4A3A5A28" w14:textId="77777777" w:rsidTr="00B72DA8">
        <w:tc>
          <w:tcPr>
            <w:tcW w:w="1398" w:type="dxa"/>
          </w:tcPr>
          <w:p w14:paraId="3658CAE7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02792040</w:t>
            </w:r>
          </w:p>
        </w:tc>
        <w:tc>
          <w:tcPr>
            <w:tcW w:w="2297" w:type="dxa"/>
          </w:tcPr>
          <w:p w14:paraId="076CBF3C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Serpentino riscaldante con kit di assemblaggio</w:t>
            </w:r>
          </w:p>
          <w:p w14:paraId="71F126ED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LS 12</w:t>
            </w:r>
          </w:p>
        </w:tc>
        <w:tc>
          <w:tcPr>
            <w:tcW w:w="5803" w:type="dxa"/>
          </w:tcPr>
          <w:p w14:paraId="4B6F52E6" w14:textId="655FCD69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in tubo di rame alettato stagnato adatto per il riscaldamento di acqua calda sanitaria con attacchi </w:t>
            </w:r>
            <w:r w:rsidR="00B44A60">
              <w:rPr>
                <w:rFonts w:ascii="Poppins" w:hAnsi="Poppins" w:cs="Poppins"/>
                <w:sz w:val="20"/>
              </w:rPr>
              <w:t>3/4</w:t>
            </w:r>
            <w:r w:rsidRPr="00937E65">
              <w:rPr>
                <w:rFonts w:ascii="Poppins" w:hAnsi="Poppins" w:cs="Poppins"/>
                <w:sz w:val="20"/>
              </w:rPr>
              <w:t>” M saldobrasati.</w:t>
            </w:r>
          </w:p>
          <w:p w14:paraId="5E8F9D82" w14:textId="77777777" w:rsidR="00501C54" w:rsidRDefault="00501C54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B7A65D" w14:textId="595FFAB3" w:rsidR="00501C54" w:rsidRPr="00501C54" w:rsidRDefault="00501C54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01C5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99BD010" w14:textId="61CF49E0" w:rsidR="00322D63" w:rsidRPr="00322D63" w:rsidRDefault="00C82066" w:rsidP="00322D63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082E29">
              <w:rPr>
                <w:rFonts w:ascii="Poppins" w:hAnsi="Poppins" w:cs="Poppins"/>
              </w:rPr>
              <w:t>Superficie di scambio: 1,2 m</w:t>
            </w:r>
            <w:r w:rsidR="00322D63">
              <w:rPr>
                <w:rFonts w:ascii="Poppins" w:hAnsi="Poppins" w:cs="Poppins"/>
              </w:rPr>
              <w:t>2</w:t>
            </w:r>
          </w:p>
          <w:p w14:paraId="1AA83354" w14:textId="69DBAB46" w:rsidR="00C82066" w:rsidRPr="00082E29" w:rsidRDefault="00C82066" w:rsidP="00082E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082E29">
              <w:rPr>
                <w:rFonts w:ascii="Poppins" w:hAnsi="Poppins" w:cs="Poppins"/>
              </w:rPr>
              <w:t xml:space="preserve">Completo di giunti dielettrici </w:t>
            </w:r>
            <w:r w:rsidR="00B44A60" w:rsidRPr="00082E29">
              <w:rPr>
                <w:rFonts w:ascii="Poppins" w:hAnsi="Poppins" w:cs="Poppins"/>
              </w:rPr>
              <w:t>3/4</w:t>
            </w:r>
            <w:r w:rsidRPr="00082E29">
              <w:rPr>
                <w:rFonts w:ascii="Poppins" w:hAnsi="Poppins" w:cs="Poppins"/>
              </w:rPr>
              <w:t>” MF, flangia DN 180 con guarnizione, viti di serraggio, cuffia isolante e rosette</w:t>
            </w:r>
          </w:p>
          <w:p w14:paraId="60C685B7" w14:textId="6E2AEE66" w:rsidR="00C82066" w:rsidRPr="00082E29" w:rsidRDefault="00C82066" w:rsidP="00082E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082E29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082E29">
                <w:rPr>
                  <w:rFonts w:ascii="Poppins" w:hAnsi="Poppins" w:cs="Poppins"/>
                </w:rPr>
                <w:t>100 °C</w:t>
              </w:r>
            </w:smartTag>
          </w:p>
          <w:p w14:paraId="3B04A0E9" w14:textId="27D98CCD" w:rsidR="00C82066" w:rsidRPr="00082E29" w:rsidRDefault="00C82066" w:rsidP="00082E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082E29">
              <w:rPr>
                <w:rFonts w:ascii="Poppins" w:hAnsi="Poppins" w:cs="Poppins"/>
              </w:rPr>
              <w:t>Pressione massima di esercizio: 10 bar</w:t>
            </w:r>
          </w:p>
          <w:p w14:paraId="48CA075F" w14:textId="77777777" w:rsidR="00082E29" w:rsidRDefault="00082E29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F5B03E" w14:textId="0FEC8073" w:rsidR="00082E29" w:rsidRPr="00937E65" w:rsidRDefault="00082E29" w:rsidP="0002472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Euro V 500, Euro HPV 1000, HP2V 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750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1000, HEVSN 500.</w:t>
            </w:r>
          </w:p>
          <w:p w14:paraId="3B9DE5E8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89D843" w14:textId="2DCAF755" w:rsidR="00C82066" w:rsidRPr="00937E65" w:rsidRDefault="00C82066" w:rsidP="00501C54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501C54" w:rsidRPr="00501C54">
              <w:rPr>
                <w:rFonts w:ascii="Poppins" w:hAnsi="Poppins" w:cs="Poppins"/>
                <w:b/>
                <w:sz w:val="20"/>
              </w:rPr>
              <w:t>Serpentino riscaldante con kit di assemblaggio</w:t>
            </w:r>
            <w:r w:rsidR="00501C54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501C54" w:rsidRPr="00501C54">
              <w:rPr>
                <w:rFonts w:ascii="Poppins" w:hAnsi="Poppins" w:cs="Poppins"/>
                <w:b/>
                <w:sz w:val="20"/>
              </w:rPr>
              <w:t>LS 12</w:t>
            </w:r>
            <w:r w:rsidR="00501C54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4CF3F167" w14:textId="77777777" w:rsidTr="00B72DA8">
        <w:tc>
          <w:tcPr>
            <w:tcW w:w="1398" w:type="dxa"/>
          </w:tcPr>
          <w:p w14:paraId="3BA185E0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02790580</w:t>
            </w:r>
          </w:p>
        </w:tc>
        <w:tc>
          <w:tcPr>
            <w:tcW w:w="2297" w:type="dxa"/>
          </w:tcPr>
          <w:p w14:paraId="3E99B7F2" w14:textId="62FBCBF5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954846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 xml:space="preserve">it di assemblaggio </w:t>
            </w:r>
          </w:p>
          <w:p w14:paraId="2A328307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LN 12</w:t>
            </w:r>
          </w:p>
        </w:tc>
        <w:tc>
          <w:tcPr>
            <w:tcW w:w="5803" w:type="dxa"/>
          </w:tcPr>
          <w:p w14:paraId="6ED95B49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M saldobrasati.</w:t>
            </w:r>
          </w:p>
          <w:p w14:paraId="537A90AB" w14:textId="77777777" w:rsidR="0051168C" w:rsidRDefault="0051168C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D61B37" w14:textId="0AD091EC" w:rsidR="0051168C" w:rsidRPr="0051168C" w:rsidRDefault="0051168C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168C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390051E" w14:textId="20F3FABF" w:rsidR="00C82066" w:rsidRPr="00B47D70" w:rsidRDefault="00C82066" w:rsidP="00B47D7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47D70">
              <w:rPr>
                <w:rFonts w:ascii="Poppins" w:hAnsi="Poppins" w:cs="Poppins"/>
              </w:rPr>
              <w:t>Superficie di scambio: 1,21 m</w:t>
            </w:r>
            <w:r w:rsidR="0051168C" w:rsidRPr="00B47D70">
              <w:rPr>
                <w:rFonts w:ascii="Poppins" w:hAnsi="Poppins" w:cs="Poppins"/>
              </w:rPr>
              <w:t>2</w:t>
            </w:r>
          </w:p>
          <w:p w14:paraId="672124A4" w14:textId="62262CA1" w:rsidR="00C82066" w:rsidRPr="00B47D70" w:rsidRDefault="00C82066" w:rsidP="00B47D7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47D70">
              <w:rPr>
                <w:rFonts w:ascii="Poppins" w:hAnsi="Poppins" w:cs="Poppins"/>
              </w:rPr>
              <w:lastRenderedPageBreak/>
              <w:t>Completo di giunti dielettrici 1” MF, flangia DN 290 con guarnizione, viti di serraggio, cuffia isolante, N° 2 rosette (rossa e azzurra)</w:t>
            </w:r>
          </w:p>
          <w:p w14:paraId="54FDBAB4" w14:textId="29677A5A" w:rsidR="00C82066" w:rsidRPr="00B47D70" w:rsidRDefault="00C82066" w:rsidP="00B47D7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47D7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B47D70">
                <w:rPr>
                  <w:rFonts w:ascii="Poppins" w:hAnsi="Poppins" w:cs="Poppins"/>
                </w:rPr>
                <w:t>100 °C</w:t>
              </w:r>
            </w:smartTag>
          </w:p>
          <w:p w14:paraId="24F06695" w14:textId="7F346AE9" w:rsidR="00C82066" w:rsidRPr="00B47D70" w:rsidRDefault="00C82066" w:rsidP="00B47D7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47D70">
              <w:rPr>
                <w:rFonts w:ascii="Poppins" w:hAnsi="Poppins" w:cs="Poppins"/>
              </w:rPr>
              <w:t>Pressione massima di esercizio: 10 bar</w:t>
            </w:r>
          </w:p>
          <w:p w14:paraId="575F5246" w14:textId="77777777" w:rsidR="00D66D5C" w:rsidRDefault="00D66D5C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672800" w14:textId="0E8B125B" w:rsidR="00822642" w:rsidRPr="00937E65" w:rsidRDefault="00822642" w:rsidP="0082264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Comfort V 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750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3000, Comfort S 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3000, Accumulo vetrificato 2000.</w:t>
            </w:r>
          </w:p>
          <w:p w14:paraId="359C17C7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049093B" w14:textId="5144B264" w:rsidR="00C82066" w:rsidRPr="00937E65" w:rsidRDefault="00C82066" w:rsidP="00954846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954846" w:rsidRPr="00954846">
              <w:rPr>
                <w:rFonts w:ascii="Poppins" w:hAnsi="Poppins" w:cs="Poppins"/>
                <w:b/>
                <w:sz w:val="20"/>
              </w:rPr>
              <w:t>Serpentino riscaldante con kit di assemblaggio LN 12</w:t>
            </w:r>
            <w:r w:rsidR="0095484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4B35C984" w14:textId="77777777" w:rsidTr="00B72DA8">
        <w:tc>
          <w:tcPr>
            <w:tcW w:w="1398" w:type="dxa"/>
          </w:tcPr>
          <w:p w14:paraId="4580D582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02790585</w:t>
            </w:r>
          </w:p>
        </w:tc>
        <w:tc>
          <w:tcPr>
            <w:tcW w:w="2297" w:type="dxa"/>
          </w:tcPr>
          <w:p w14:paraId="7A8BB4F0" w14:textId="7BAACF28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81631B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 xml:space="preserve">it di assemblaggio </w:t>
            </w:r>
          </w:p>
          <w:p w14:paraId="5CA95DC9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LN 18</w:t>
            </w:r>
          </w:p>
        </w:tc>
        <w:tc>
          <w:tcPr>
            <w:tcW w:w="5803" w:type="dxa"/>
          </w:tcPr>
          <w:p w14:paraId="687FD8EF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M saldobrasati.</w:t>
            </w:r>
          </w:p>
          <w:p w14:paraId="62B33D88" w14:textId="77777777" w:rsidR="0081631B" w:rsidRDefault="0081631B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8D639C8" w14:textId="58B9C1B3" w:rsidR="0081631B" w:rsidRPr="0081631B" w:rsidRDefault="0081631B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1631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B23EC4" w14:textId="77E5A3F9" w:rsidR="00C82066" w:rsidRPr="0081631B" w:rsidRDefault="00C82066" w:rsidP="0081631B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1631B">
              <w:rPr>
                <w:rFonts w:ascii="Poppins" w:hAnsi="Poppins" w:cs="Poppins"/>
              </w:rPr>
              <w:t>Superficie di scambio: 1,80 m</w:t>
            </w:r>
            <w:r w:rsidR="0081631B" w:rsidRPr="0081631B">
              <w:rPr>
                <w:rFonts w:ascii="Poppins" w:hAnsi="Poppins" w:cs="Poppins"/>
              </w:rPr>
              <w:t>2</w:t>
            </w:r>
          </w:p>
          <w:p w14:paraId="501E94EF" w14:textId="50BC8DDF" w:rsidR="00C82066" w:rsidRPr="0081631B" w:rsidRDefault="00C82066" w:rsidP="0081631B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1631B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1AA434F6" w14:textId="385C42F4" w:rsidR="00C82066" w:rsidRPr="0081631B" w:rsidRDefault="00C82066" w:rsidP="0081631B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1631B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81631B">
                <w:rPr>
                  <w:rFonts w:ascii="Poppins" w:hAnsi="Poppins" w:cs="Poppins"/>
                </w:rPr>
                <w:t>100 °C</w:t>
              </w:r>
            </w:smartTag>
          </w:p>
          <w:p w14:paraId="28907CDD" w14:textId="6F95EF51" w:rsidR="00C82066" w:rsidRPr="0081631B" w:rsidRDefault="00C82066" w:rsidP="0081631B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1631B">
              <w:rPr>
                <w:rFonts w:ascii="Poppins" w:hAnsi="Poppins" w:cs="Poppins"/>
              </w:rPr>
              <w:t>Pressione massima di esercizio: 10 bar</w:t>
            </w:r>
          </w:p>
          <w:p w14:paraId="5D4B9681" w14:textId="77777777" w:rsidR="00722DE7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3D0B81" w14:textId="00960BE8" w:rsidR="00822642" w:rsidRPr="00937E65" w:rsidRDefault="00822642" w:rsidP="0082264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Comfort V 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750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3000, Comfort S 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3000,</w:t>
            </w:r>
            <w:r w:rsidR="00AA6620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Accumulo vetrificato 2000.</w:t>
            </w:r>
          </w:p>
          <w:p w14:paraId="4A12E64D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21A04C5" w14:textId="0A60DDB0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81631B" w:rsidRPr="0081631B">
              <w:rPr>
                <w:rFonts w:ascii="Poppins" w:hAnsi="Poppins" w:cs="Poppins"/>
                <w:b/>
                <w:sz w:val="20"/>
              </w:rPr>
              <w:t xml:space="preserve">Serpentino riscaldante con kit di assemblaggio </w:t>
            </w:r>
            <w:r w:rsidRPr="00937E65">
              <w:rPr>
                <w:rFonts w:ascii="Poppins" w:hAnsi="Poppins" w:cs="Poppins"/>
                <w:b/>
                <w:sz w:val="20"/>
              </w:rPr>
              <w:t>LN 18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6C393FEA" w14:textId="77777777" w:rsidTr="00B72DA8">
        <w:tc>
          <w:tcPr>
            <w:tcW w:w="1398" w:type="dxa"/>
          </w:tcPr>
          <w:p w14:paraId="69809F86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02790590</w:t>
            </w:r>
          </w:p>
        </w:tc>
        <w:tc>
          <w:tcPr>
            <w:tcW w:w="2297" w:type="dxa"/>
          </w:tcPr>
          <w:p w14:paraId="0674B7F7" w14:textId="72915BFC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382B96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>it di assemblaggio</w:t>
            </w:r>
          </w:p>
          <w:p w14:paraId="46C241DE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 LN 26</w:t>
            </w:r>
          </w:p>
        </w:tc>
        <w:tc>
          <w:tcPr>
            <w:tcW w:w="5803" w:type="dxa"/>
          </w:tcPr>
          <w:p w14:paraId="2565B1E6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M saldobrasati.</w:t>
            </w:r>
          </w:p>
          <w:p w14:paraId="0ECF94A3" w14:textId="77777777" w:rsidR="00382B96" w:rsidRDefault="00382B96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45F271" w14:textId="4AA82E53" w:rsidR="00382B96" w:rsidRPr="00382B96" w:rsidRDefault="00382B96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82B9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9668CA3" w14:textId="2392A019" w:rsidR="00C82066" w:rsidRPr="00382B96" w:rsidRDefault="00C82066" w:rsidP="00382B9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382B96">
              <w:rPr>
                <w:rFonts w:ascii="Poppins" w:hAnsi="Poppins" w:cs="Poppins"/>
              </w:rPr>
              <w:t>Superficie di scambio: 2,63 m</w:t>
            </w:r>
            <w:r w:rsidR="00382B96" w:rsidRPr="00382B96">
              <w:rPr>
                <w:rFonts w:ascii="Poppins" w:hAnsi="Poppins" w:cs="Poppins"/>
              </w:rPr>
              <w:t>2</w:t>
            </w:r>
          </w:p>
          <w:p w14:paraId="7E2E1903" w14:textId="4EC8902B" w:rsidR="00C82066" w:rsidRPr="00382B96" w:rsidRDefault="00C82066" w:rsidP="00382B9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382B96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2C85FB85" w14:textId="1DD75CB5" w:rsidR="00C82066" w:rsidRPr="00382B96" w:rsidRDefault="00C82066" w:rsidP="00382B9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382B96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382B96">
                <w:rPr>
                  <w:rFonts w:ascii="Poppins" w:hAnsi="Poppins" w:cs="Poppins"/>
                </w:rPr>
                <w:t>100 °C</w:t>
              </w:r>
            </w:smartTag>
          </w:p>
          <w:p w14:paraId="2B0EDFB4" w14:textId="39E6789B" w:rsidR="00C82066" w:rsidRPr="00382B96" w:rsidRDefault="00C82066" w:rsidP="00382B9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382B96">
              <w:rPr>
                <w:rFonts w:ascii="Poppins" w:hAnsi="Poppins" w:cs="Poppins"/>
              </w:rPr>
              <w:t>Pressione massima di esercizio: 10 bar</w:t>
            </w:r>
          </w:p>
          <w:p w14:paraId="7661CE1E" w14:textId="77777777" w:rsidR="00722DE7" w:rsidRPr="00937E65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4611C8" w14:textId="687A76DA" w:rsidR="003432AE" w:rsidRPr="00937E65" w:rsidRDefault="003432AE" w:rsidP="003432A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Comfort V 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750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3000, Comfort S 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3000, Accumulo vetrificato 2000.</w:t>
            </w:r>
          </w:p>
          <w:p w14:paraId="74A8D3AE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BCDAB82" w14:textId="6376696E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382B96" w:rsidRPr="00382B96">
              <w:rPr>
                <w:rFonts w:ascii="Poppins" w:hAnsi="Poppins" w:cs="Poppins"/>
                <w:b/>
                <w:sz w:val="20"/>
              </w:rPr>
              <w:t>Serpentino riscaldante con kit di assemblaggio</w:t>
            </w:r>
            <w:r w:rsidR="00382B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LN 26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6348C387" w14:textId="77777777" w:rsidTr="00B72DA8">
        <w:tc>
          <w:tcPr>
            <w:tcW w:w="1398" w:type="dxa"/>
          </w:tcPr>
          <w:p w14:paraId="6B55DBDB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02790595</w:t>
            </w:r>
          </w:p>
        </w:tc>
        <w:tc>
          <w:tcPr>
            <w:tcW w:w="2297" w:type="dxa"/>
          </w:tcPr>
          <w:p w14:paraId="57E05778" w14:textId="40836310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AA2E2F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 xml:space="preserve">it di assemblaggio </w:t>
            </w:r>
          </w:p>
          <w:p w14:paraId="54887A9F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LN 32</w:t>
            </w:r>
          </w:p>
        </w:tc>
        <w:tc>
          <w:tcPr>
            <w:tcW w:w="5803" w:type="dxa"/>
          </w:tcPr>
          <w:p w14:paraId="12D51269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M saldobrasati.</w:t>
            </w:r>
          </w:p>
          <w:p w14:paraId="63863D02" w14:textId="77777777" w:rsidR="00AA2E2F" w:rsidRDefault="00AA2E2F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50B63E" w14:textId="587E549B" w:rsidR="00AA2E2F" w:rsidRPr="00AA2E2F" w:rsidRDefault="00AA2E2F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A2E2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3300829" w14:textId="1836797F" w:rsidR="00C82066" w:rsidRPr="00AA2E2F" w:rsidRDefault="00C82066" w:rsidP="00AA2E2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AA2E2F">
              <w:rPr>
                <w:rFonts w:ascii="Poppins" w:hAnsi="Poppins" w:cs="Poppins"/>
              </w:rPr>
              <w:t>Superficie di scambio: 3,20 m</w:t>
            </w:r>
            <w:r w:rsidR="00AA2E2F" w:rsidRPr="00AA2E2F">
              <w:rPr>
                <w:rFonts w:ascii="Poppins" w:hAnsi="Poppins" w:cs="Poppins"/>
              </w:rPr>
              <w:t>2</w:t>
            </w:r>
          </w:p>
          <w:p w14:paraId="34B5C158" w14:textId="47DE3680" w:rsidR="00C82066" w:rsidRPr="00AA2E2F" w:rsidRDefault="00C82066" w:rsidP="00AA2E2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AA2E2F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63031B0A" w14:textId="1F66E02D" w:rsidR="00C82066" w:rsidRPr="00AA2E2F" w:rsidRDefault="00C82066" w:rsidP="00AA2E2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AA2E2F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AA2E2F">
                <w:rPr>
                  <w:rFonts w:ascii="Poppins" w:hAnsi="Poppins" w:cs="Poppins"/>
                </w:rPr>
                <w:t>100 °C</w:t>
              </w:r>
            </w:smartTag>
          </w:p>
          <w:p w14:paraId="09314818" w14:textId="43115448" w:rsidR="00C82066" w:rsidRPr="00AA2E2F" w:rsidRDefault="00C82066" w:rsidP="00AA2E2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AA2E2F">
              <w:rPr>
                <w:rFonts w:ascii="Poppins" w:hAnsi="Poppins" w:cs="Poppins"/>
              </w:rPr>
              <w:t>Pressione massima di esercizio: 10 bar</w:t>
            </w:r>
          </w:p>
          <w:p w14:paraId="6CD95905" w14:textId="77777777" w:rsidR="00722DE7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065340" w14:textId="1C562041" w:rsidR="00822642" w:rsidRPr="00937E65" w:rsidRDefault="00822642" w:rsidP="0082264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Comfort V 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750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3000, Comfort S 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3000,</w:t>
            </w:r>
            <w:r w:rsidR="00500E2B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Accumulo vetrificato 2000.</w:t>
            </w:r>
          </w:p>
          <w:p w14:paraId="42A7850E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FA836BD" w14:textId="57CC4066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AA2E2F" w:rsidRPr="00AA2E2F">
              <w:rPr>
                <w:rFonts w:ascii="Poppins" w:hAnsi="Poppins" w:cs="Poppins"/>
                <w:b/>
                <w:sz w:val="20"/>
              </w:rPr>
              <w:t xml:space="preserve">Serpentino riscaldante con kit di assemblaggio </w:t>
            </w:r>
            <w:r w:rsidRPr="00937E65">
              <w:rPr>
                <w:rFonts w:ascii="Poppins" w:hAnsi="Poppins" w:cs="Poppins"/>
                <w:b/>
                <w:sz w:val="20"/>
              </w:rPr>
              <w:t>LN 32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447D8B4B" w14:textId="77777777" w:rsidTr="00B72DA8">
        <w:tc>
          <w:tcPr>
            <w:tcW w:w="1398" w:type="dxa"/>
          </w:tcPr>
          <w:p w14:paraId="79820E32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02790600</w:t>
            </w:r>
          </w:p>
        </w:tc>
        <w:tc>
          <w:tcPr>
            <w:tcW w:w="2297" w:type="dxa"/>
          </w:tcPr>
          <w:p w14:paraId="0D67938C" w14:textId="688F1ECF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AA2E2F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>it di assemblaggio</w:t>
            </w:r>
          </w:p>
          <w:p w14:paraId="59940D3E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 LN 45</w:t>
            </w:r>
          </w:p>
        </w:tc>
        <w:tc>
          <w:tcPr>
            <w:tcW w:w="5803" w:type="dxa"/>
          </w:tcPr>
          <w:p w14:paraId="1FCCE3E2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1/4 M saldobrasati.</w:t>
            </w:r>
          </w:p>
          <w:p w14:paraId="3DB63C30" w14:textId="77777777" w:rsidR="00AF40B8" w:rsidRDefault="00AF40B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A3DA4B" w14:textId="57ABC5DC" w:rsidR="00AF40B8" w:rsidRPr="00AF40B8" w:rsidRDefault="00AF40B8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F40B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24F1F35" w14:textId="3D57F7A8" w:rsidR="00C82066" w:rsidRPr="00AF40B8" w:rsidRDefault="00C82066" w:rsidP="00AF40B8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AF40B8">
              <w:rPr>
                <w:rFonts w:ascii="Poppins" w:hAnsi="Poppins" w:cs="Poppins"/>
              </w:rPr>
              <w:t>Superficie di scambio: 4,54 m</w:t>
            </w:r>
            <w:r w:rsidR="00AF40B8" w:rsidRPr="00AF40B8">
              <w:rPr>
                <w:rFonts w:ascii="Poppins" w:hAnsi="Poppins" w:cs="Poppins"/>
              </w:rPr>
              <w:t>2</w:t>
            </w:r>
          </w:p>
          <w:p w14:paraId="006D0063" w14:textId="4B27DFF0" w:rsidR="00C82066" w:rsidRPr="00AF40B8" w:rsidRDefault="00C82066" w:rsidP="00AF40B8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AF40B8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566EA3BA" w14:textId="2E1EB393" w:rsidR="00C82066" w:rsidRPr="00AF40B8" w:rsidRDefault="00C82066" w:rsidP="00AF40B8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AF40B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AF40B8">
                <w:rPr>
                  <w:rFonts w:ascii="Poppins" w:hAnsi="Poppins" w:cs="Poppins"/>
                </w:rPr>
                <w:t>100 °C</w:t>
              </w:r>
            </w:smartTag>
          </w:p>
          <w:p w14:paraId="6D8BF880" w14:textId="60439FEF" w:rsidR="00C82066" w:rsidRPr="00AF40B8" w:rsidRDefault="00C82066" w:rsidP="00AF40B8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AF40B8">
              <w:rPr>
                <w:rFonts w:ascii="Poppins" w:hAnsi="Poppins" w:cs="Poppins"/>
              </w:rPr>
              <w:t>Pressione massima di esercizio: 10 bar</w:t>
            </w:r>
          </w:p>
          <w:p w14:paraId="4DC4886C" w14:textId="77777777" w:rsidR="00722DE7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298016" w14:textId="351C357D" w:rsidR="00722DE7" w:rsidRPr="00937E65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Utilizzabile su bollitori </w:t>
            </w:r>
            <w:r w:rsidR="00822642">
              <w:rPr>
                <w:rFonts w:ascii="Poppins" w:hAnsi="Poppins" w:cs="Poppins"/>
                <w:sz w:val="20"/>
              </w:rPr>
              <w:t>Comfort V 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22642">
              <w:rPr>
                <w:rFonts w:ascii="Poppins" w:hAnsi="Poppins" w:cs="Poppins"/>
                <w:sz w:val="20"/>
              </w:rPr>
              <w:t>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22642">
              <w:rPr>
                <w:rFonts w:ascii="Poppins" w:hAnsi="Poppins" w:cs="Poppins"/>
                <w:sz w:val="20"/>
              </w:rPr>
              <w:t>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22642">
              <w:rPr>
                <w:rFonts w:ascii="Poppins" w:hAnsi="Poppins" w:cs="Poppins"/>
                <w:sz w:val="20"/>
              </w:rPr>
              <w:t>750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22642">
              <w:rPr>
                <w:rFonts w:ascii="Poppins" w:hAnsi="Poppins" w:cs="Poppins"/>
                <w:sz w:val="20"/>
              </w:rPr>
              <w:t>1000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22642">
              <w:rPr>
                <w:rFonts w:ascii="Poppins" w:hAnsi="Poppins" w:cs="Poppins"/>
                <w:sz w:val="20"/>
              </w:rPr>
              <w:t>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22642"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22642">
              <w:rPr>
                <w:rFonts w:ascii="Poppins" w:hAnsi="Poppins" w:cs="Poppins"/>
                <w:sz w:val="20"/>
              </w:rPr>
              <w:t>3000, Comfort S 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22642"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822642">
              <w:rPr>
                <w:rFonts w:ascii="Poppins" w:hAnsi="Poppins" w:cs="Poppins"/>
                <w:sz w:val="20"/>
              </w:rPr>
              <w:t>3000</w:t>
            </w:r>
            <w:r>
              <w:rPr>
                <w:rFonts w:ascii="Poppins" w:hAnsi="Poppins" w:cs="Poppins"/>
                <w:sz w:val="20"/>
              </w:rPr>
              <w:t>,</w:t>
            </w:r>
            <w:r w:rsidR="00E02BCB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Accumulo vetrificato 2000.</w:t>
            </w:r>
          </w:p>
          <w:p w14:paraId="2DC92FDA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3D80A9" w14:textId="01975250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AA2E2F" w:rsidRPr="00AA2E2F">
              <w:rPr>
                <w:rFonts w:ascii="Poppins" w:hAnsi="Poppins" w:cs="Poppins"/>
                <w:b/>
                <w:sz w:val="20"/>
              </w:rPr>
              <w:t xml:space="preserve">Serpentino riscaldante con kit di assemblaggio </w:t>
            </w:r>
            <w:r w:rsidRPr="00937E65">
              <w:rPr>
                <w:rFonts w:ascii="Poppins" w:hAnsi="Poppins" w:cs="Poppins"/>
                <w:b/>
                <w:sz w:val="20"/>
              </w:rPr>
              <w:t>LN 45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663F4318" w14:textId="77777777" w:rsidTr="00B72DA8">
        <w:tc>
          <w:tcPr>
            <w:tcW w:w="1398" w:type="dxa"/>
          </w:tcPr>
          <w:p w14:paraId="1F55830E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02790605</w:t>
            </w:r>
          </w:p>
        </w:tc>
        <w:tc>
          <w:tcPr>
            <w:tcW w:w="2297" w:type="dxa"/>
          </w:tcPr>
          <w:p w14:paraId="2E917C84" w14:textId="269D95EB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AA2E2F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 xml:space="preserve">it di assemblaggio </w:t>
            </w:r>
          </w:p>
          <w:p w14:paraId="1E6291EC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LN 63</w:t>
            </w:r>
          </w:p>
        </w:tc>
        <w:tc>
          <w:tcPr>
            <w:tcW w:w="5803" w:type="dxa"/>
          </w:tcPr>
          <w:p w14:paraId="4684C687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1/4 M saldobrasati.</w:t>
            </w:r>
          </w:p>
          <w:p w14:paraId="69BE8AF5" w14:textId="77777777" w:rsidR="00B312B7" w:rsidRDefault="00B312B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9C8C00" w14:textId="3F193CDE" w:rsidR="00B312B7" w:rsidRPr="00B312B7" w:rsidRDefault="00B312B7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312B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EC100EE" w14:textId="2234EFFB" w:rsidR="00C82066" w:rsidRPr="00B312B7" w:rsidRDefault="00C82066" w:rsidP="00B312B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B312B7">
              <w:rPr>
                <w:rFonts w:ascii="Poppins" w:hAnsi="Poppins" w:cs="Poppins"/>
              </w:rPr>
              <w:t>Superficie di scambio: 6,34 m</w:t>
            </w:r>
            <w:r w:rsidR="00B312B7" w:rsidRPr="00B312B7">
              <w:rPr>
                <w:rFonts w:ascii="Poppins" w:hAnsi="Poppins" w:cs="Poppins"/>
              </w:rPr>
              <w:t>2</w:t>
            </w:r>
          </w:p>
          <w:p w14:paraId="7D4DAD22" w14:textId="1CF3069C" w:rsidR="00C82066" w:rsidRPr="00B312B7" w:rsidRDefault="00C82066" w:rsidP="00B312B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B312B7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6CB8B4D1" w14:textId="5C1640FC" w:rsidR="00C82066" w:rsidRPr="00B312B7" w:rsidRDefault="00C82066" w:rsidP="00B312B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B312B7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B312B7">
                <w:rPr>
                  <w:rFonts w:ascii="Poppins" w:hAnsi="Poppins" w:cs="Poppins"/>
                </w:rPr>
                <w:t>100 °C</w:t>
              </w:r>
            </w:smartTag>
          </w:p>
          <w:p w14:paraId="04FD977D" w14:textId="26BD779C" w:rsidR="00C82066" w:rsidRPr="00B312B7" w:rsidRDefault="00C82066" w:rsidP="00B312B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B312B7">
              <w:rPr>
                <w:rFonts w:ascii="Poppins" w:hAnsi="Poppins" w:cs="Poppins"/>
              </w:rPr>
              <w:t>Pressione massima di esercizio: 10 bar</w:t>
            </w:r>
          </w:p>
          <w:p w14:paraId="4DB3BE2A" w14:textId="77777777" w:rsidR="00722DE7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A43AA4" w14:textId="52F39875" w:rsidR="00722DE7" w:rsidRPr="00937E65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Utilizzabile su bollitori </w:t>
            </w:r>
            <w:r w:rsidR="00F02002">
              <w:rPr>
                <w:rFonts w:ascii="Poppins" w:hAnsi="Poppins" w:cs="Poppins"/>
                <w:sz w:val="20"/>
              </w:rPr>
              <w:t>Comfort V 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750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1000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6A4643">
              <w:rPr>
                <w:rFonts w:ascii="Poppins" w:hAnsi="Poppins" w:cs="Poppins"/>
                <w:sz w:val="20"/>
              </w:rPr>
              <w:t>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3000, Comfort S 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3000</w:t>
            </w:r>
            <w:r>
              <w:rPr>
                <w:rFonts w:ascii="Poppins" w:hAnsi="Poppins" w:cs="Poppins"/>
                <w:sz w:val="20"/>
              </w:rPr>
              <w:t>,</w:t>
            </w:r>
            <w:r w:rsidR="00EC728A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Accumulo vetrificato 2000.</w:t>
            </w:r>
          </w:p>
          <w:p w14:paraId="0FA936B5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9A47C3E" w14:textId="75C739FC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AA2E2F" w:rsidRPr="00AA2E2F">
              <w:rPr>
                <w:rFonts w:ascii="Poppins" w:hAnsi="Poppins" w:cs="Poppins"/>
                <w:b/>
                <w:sz w:val="20"/>
              </w:rPr>
              <w:t xml:space="preserve">Serpentino riscaldante con kit di assemblaggio </w:t>
            </w:r>
            <w:r w:rsidRPr="00937E65">
              <w:rPr>
                <w:rFonts w:ascii="Poppins" w:hAnsi="Poppins" w:cs="Poppins"/>
                <w:b/>
                <w:sz w:val="20"/>
              </w:rPr>
              <w:t>LN 63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83578" w14:paraId="260D8EEF" w14:textId="77777777" w:rsidTr="00B72DA8">
        <w:tc>
          <w:tcPr>
            <w:tcW w:w="1398" w:type="dxa"/>
          </w:tcPr>
          <w:p w14:paraId="23FDD121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02702900</w:t>
            </w:r>
          </w:p>
        </w:tc>
        <w:tc>
          <w:tcPr>
            <w:tcW w:w="2297" w:type="dxa"/>
          </w:tcPr>
          <w:p w14:paraId="7E90BFBF" w14:textId="77777777" w:rsidR="004D1260" w:rsidRDefault="00983578" w:rsidP="004D1260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245F281C" w14:textId="15C696B8" w:rsidR="00983578" w:rsidRPr="00937E65" w:rsidRDefault="00983578" w:rsidP="004D1260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SH-1,5</w:t>
            </w:r>
          </w:p>
        </w:tc>
        <w:tc>
          <w:tcPr>
            <w:tcW w:w="5803" w:type="dxa"/>
          </w:tcPr>
          <w:p w14:paraId="6427DA7B" w14:textId="77777777" w:rsidR="004D1260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1C0082FE" w14:textId="77777777" w:rsidR="004D1260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719287DF" w14:textId="6C87421F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1D735DB7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DEF7F0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DDAB6D0" w14:textId="3AF7C234" w:rsidR="00983578" w:rsidRPr="00B44A60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 w:rsidR="00B44A60"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6AA41084" w14:textId="21172E10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331A98AE" w14:textId="77777777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1E60274D" w14:textId="56D407DD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69D07183" w14:textId="55E91056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7C9FA5CC" w14:textId="7D6E96F1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Lunghezza: 320 mm</w:t>
            </w:r>
          </w:p>
          <w:p w14:paraId="13A882F1" w14:textId="475363CD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 = 1,50 kW</w:t>
            </w:r>
          </w:p>
          <w:p w14:paraId="42B40688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6B64FA" w14:textId="17D4348B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>Modello</w:t>
            </w:r>
            <w:r w:rsidR="004D1260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4D1260" w:rsidRPr="004D1260">
              <w:rPr>
                <w:rFonts w:ascii="Poppins" w:hAnsi="Poppins" w:cs="Poppins"/>
                <w:b/>
                <w:sz w:val="20"/>
              </w:rPr>
              <w:t>Resistenza elettrica per bollitori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SH-1,5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09CC23B4" w14:textId="77777777" w:rsidTr="00B72DA8">
        <w:tc>
          <w:tcPr>
            <w:tcW w:w="1398" w:type="dxa"/>
          </w:tcPr>
          <w:p w14:paraId="71311E91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02702902</w:t>
            </w:r>
          </w:p>
        </w:tc>
        <w:tc>
          <w:tcPr>
            <w:tcW w:w="2297" w:type="dxa"/>
          </w:tcPr>
          <w:p w14:paraId="1BD570CE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23EDA02D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SH-2,0</w:t>
            </w:r>
          </w:p>
        </w:tc>
        <w:tc>
          <w:tcPr>
            <w:tcW w:w="5803" w:type="dxa"/>
          </w:tcPr>
          <w:p w14:paraId="79C11162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7EC4C2E0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5D750954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6DF3C264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755F3A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0D3194D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5D7E61A8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54755D32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358527F9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505B4902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590CAB7D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Lunghezza: 320 mm</w:t>
            </w:r>
          </w:p>
          <w:p w14:paraId="70A70588" w14:textId="03C1D951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 = 2,00 kW</w:t>
            </w:r>
          </w:p>
          <w:p w14:paraId="528C21C0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F79997" w14:textId="1B628D08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SH-2,0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7AEBDFD3" w14:textId="77777777" w:rsidTr="00B72DA8">
        <w:tc>
          <w:tcPr>
            <w:tcW w:w="1398" w:type="dxa"/>
          </w:tcPr>
          <w:p w14:paraId="77826ECE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02702904</w:t>
            </w:r>
          </w:p>
        </w:tc>
        <w:tc>
          <w:tcPr>
            <w:tcW w:w="2297" w:type="dxa"/>
          </w:tcPr>
          <w:p w14:paraId="60DA6A23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2BBA4038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SH-2,5</w:t>
            </w:r>
          </w:p>
          <w:p w14:paraId="233E5C8B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5803" w:type="dxa"/>
          </w:tcPr>
          <w:p w14:paraId="002FB8AE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41CC94F2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607AE86C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66335DA9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9D01D9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15CB96D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4D424B09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03457A34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1B6DDFE1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61327D0D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68F4430C" w14:textId="6756A438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Lunghezza: 3</w:t>
            </w:r>
            <w:r>
              <w:rPr>
                <w:rFonts w:ascii="Poppins" w:hAnsi="Poppins" w:cs="Poppins"/>
              </w:rPr>
              <w:t>9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66EA4D18" w14:textId="186860F7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2,50 kW</w:t>
            </w:r>
          </w:p>
          <w:p w14:paraId="459C9179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859D2F" w14:textId="74080CCE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SH-2,5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77191D29" w14:textId="77777777" w:rsidTr="00B72DA8">
        <w:tc>
          <w:tcPr>
            <w:tcW w:w="1398" w:type="dxa"/>
          </w:tcPr>
          <w:p w14:paraId="45F693FE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02702906</w:t>
            </w:r>
          </w:p>
        </w:tc>
        <w:tc>
          <w:tcPr>
            <w:tcW w:w="2297" w:type="dxa"/>
          </w:tcPr>
          <w:p w14:paraId="7EA73BB8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32808ACB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SH-3,0</w:t>
            </w:r>
          </w:p>
          <w:p w14:paraId="08595B27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670A8CA1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1AC1F5CD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1DFF6FDF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6B7392E7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4BD7A067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2A316C41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4512D57A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7E947751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20B26201" w14:textId="77777777" w:rsidR="00983578" w:rsidRPr="00937E65" w:rsidRDefault="00983578" w:rsidP="00983578">
            <w:pPr>
              <w:ind w:firstLine="708"/>
              <w:rPr>
                <w:rFonts w:ascii="Poppins" w:hAnsi="Poppins" w:cs="Poppins"/>
                <w:sz w:val="20"/>
              </w:rPr>
            </w:pPr>
          </w:p>
        </w:tc>
        <w:tc>
          <w:tcPr>
            <w:tcW w:w="5803" w:type="dxa"/>
          </w:tcPr>
          <w:p w14:paraId="081688E8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Resistenza elettrica per bollitori completa di termostato di regolazione e termostato di sicurezza a riarmo manuale.</w:t>
            </w:r>
          </w:p>
          <w:p w14:paraId="638EEF91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Superficie riscaldante isolata elettricamente dall’attacco filettato.</w:t>
            </w:r>
          </w:p>
          <w:p w14:paraId="7D896BDB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1BFBBD20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93452D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3D18CF0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7918B8DD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4478E2C8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6CA0ED18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74B494C5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4EBC4EDD" w14:textId="794A3BAF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Lunghezza: 3</w:t>
            </w:r>
            <w:r>
              <w:rPr>
                <w:rFonts w:ascii="Poppins" w:hAnsi="Poppins" w:cs="Poppins"/>
              </w:rPr>
              <w:t>9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6DCA4A2C" w14:textId="20B9C9F1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3,00 kW</w:t>
            </w:r>
          </w:p>
          <w:p w14:paraId="048C7DB6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BF6F2F" w14:textId="7CB8BB34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SH-3,0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7D5752B9" w14:textId="77777777" w:rsidTr="00B72DA8">
        <w:tc>
          <w:tcPr>
            <w:tcW w:w="1398" w:type="dxa"/>
          </w:tcPr>
          <w:p w14:paraId="1980ABDA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02702908</w:t>
            </w:r>
          </w:p>
        </w:tc>
        <w:tc>
          <w:tcPr>
            <w:tcW w:w="2297" w:type="dxa"/>
          </w:tcPr>
          <w:p w14:paraId="1E587201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51CF2AA7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SH-3,8</w:t>
            </w:r>
          </w:p>
        </w:tc>
        <w:tc>
          <w:tcPr>
            <w:tcW w:w="5803" w:type="dxa"/>
          </w:tcPr>
          <w:p w14:paraId="0C6FA8FE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32B2D677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11DA63EE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02386CFE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BA0358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01F3439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48230C61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039EBC63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7BADC6FA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54B75AAE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191EBAC7" w14:textId="27CA88F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43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59F89DC8" w14:textId="3882527F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3,75 kW</w:t>
            </w:r>
          </w:p>
          <w:p w14:paraId="31C9F413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A53E64" w14:textId="5B2204BE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SH-3,8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7C65196D" w14:textId="77777777" w:rsidTr="00B72DA8">
        <w:tc>
          <w:tcPr>
            <w:tcW w:w="1398" w:type="dxa"/>
          </w:tcPr>
          <w:p w14:paraId="1A0D7F97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02702910</w:t>
            </w:r>
          </w:p>
        </w:tc>
        <w:tc>
          <w:tcPr>
            <w:tcW w:w="2297" w:type="dxa"/>
          </w:tcPr>
          <w:p w14:paraId="0C1CAFF8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64C526E4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SH-4,5</w:t>
            </w:r>
          </w:p>
        </w:tc>
        <w:tc>
          <w:tcPr>
            <w:tcW w:w="5803" w:type="dxa"/>
          </w:tcPr>
          <w:p w14:paraId="35F90CE9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2E711F83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44D2A866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 xml:space="preserve">Installazione orizzontale su manicotto di lunghezza non superiore a 100 mm. </w:t>
            </w:r>
          </w:p>
          <w:p w14:paraId="609339A7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17AB64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616C823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5308B204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0FA2325A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5C725393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28FD270A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12CF6F0C" w14:textId="134658C3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47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3A6F35BA" w14:textId="4F31B1F7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4,50 kW</w:t>
            </w:r>
          </w:p>
          <w:p w14:paraId="576CE7D3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067FE5" w14:textId="4247FAFC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SH-4,5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280F2FB3" w14:textId="77777777" w:rsidTr="00B72DA8">
        <w:tc>
          <w:tcPr>
            <w:tcW w:w="1398" w:type="dxa"/>
          </w:tcPr>
          <w:p w14:paraId="4D8D755D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02702912</w:t>
            </w:r>
          </w:p>
        </w:tc>
        <w:tc>
          <w:tcPr>
            <w:tcW w:w="2297" w:type="dxa"/>
          </w:tcPr>
          <w:p w14:paraId="700F6B77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0E72136B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SH-6,0</w:t>
            </w:r>
          </w:p>
        </w:tc>
        <w:tc>
          <w:tcPr>
            <w:tcW w:w="5803" w:type="dxa"/>
          </w:tcPr>
          <w:p w14:paraId="3D2A72AB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207DCD56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153B0D19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15723C0B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76422B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5D5531A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63E1BA00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65A97C9F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321ECBCF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627D9B30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07B77C39" w14:textId="673A2316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62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746259A1" w14:textId="3D353451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6,00 kW</w:t>
            </w:r>
          </w:p>
          <w:p w14:paraId="7C155FBC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069F03" w14:textId="311BFA95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SH-6,0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69D47D5E" w14:textId="77777777" w:rsidTr="00B72DA8">
        <w:tc>
          <w:tcPr>
            <w:tcW w:w="1398" w:type="dxa"/>
          </w:tcPr>
          <w:p w14:paraId="69A5B84C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02702914</w:t>
            </w:r>
          </w:p>
        </w:tc>
        <w:tc>
          <w:tcPr>
            <w:tcW w:w="2297" w:type="dxa"/>
          </w:tcPr>
          <w:p w14:paraId="7127EFFF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159C2663" w14:textId="1541F432" w:rsidR="00983578" w:rsidRPr="00937E65" w:rsidRDefault="00350483" w:rsidP="0098357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SH-7,5</w:t>
            </w:r>
          </w:p>
        </w:tc>
        <w:tc>
          <w:tcPr>
            <w:tcW w:w="5803" w:type="dxa"/>
          </w:tcPr>
          <w:p w14:paraId="2E8AD011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1E5CEC47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6DE119EF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6FACE43A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BC6F64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160A45F1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2329F6A2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1BE774A7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1972EF4E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6953457F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3A9E01E3" w14:textId="7F5B23CD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7</w:t>
            </w:r>
            <w:r w:rsidRPr="00937E65">
              <w:rPr>
                <w:rFonts w:ascii="Poppins" w:hAnsi="Poppins" w:cs="Poppins"/>
              </w:rPr>
              <w:t>20 mm</w:t>
            </w:r>
          </w:p>
          <w:p w14:paraId="6EA0D364" w14:textId="62111DA4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7,50 kW</w:t>
            </w:r>
          </w:p>
          <w:p w14:paraId="2ADA8FAD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C6AC80" w14:textId="69705E73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SH-7,5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6B15236E" w14:textId="77777777" w:rsidTr="00B72DA8">
        <w:tc>
          <w:tcPr>
            <w:tcW w:w="1398" w:type="dxa"/>
          </w:tcPr>
          <w:p w14:paraId="17DA7B4F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02702916</w:t>
            </w:r>
          </w:p>
        </w:tc>
        <w:tc>
          <w:tcPr>
            <w:tcW w:w="2297" w:type="dxa"/>
          </w:tcPr>
          <w:p w14:paraId="5BD3A319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63B3A671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SH-9,0</w:t>
            </w:r>
          </w:p>
        </w:tc>
        <w:tc>
          <w:tcPr>
            <w:tcW w:w="5803" w:type="dxa"/>
          </w:tcPr>
          <w:p w14:paraId="552AE271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693DE523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068C52A0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504A6E9C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823023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77D83E8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553A4946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3819F525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56DE69CD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2D8DC3C0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329B7444" w14:textId="58CBA373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78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2BAD33F0" w14:textId="1BD68D88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9,00 kW</w:t>
            </w:r>
          </w:p>
          <w:p w14:paraId="2EAE39D5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ED6A55" w14:textId="4E9339C4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Resistenza elettrica per bollitori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SH-9,0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:rsidRPr="0064497C" w14:paraId="13915706" w14:textId="77777777" w:rsidTr="00B72DA8">
        <w:tc>
          <w:tcPr>
            <w:tcW w:w="1398" w:type="dxa"/>
          </w:tcPr>
          <w:p w14:paraId="24FD2A2D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02792020</w:t>
            </w:r>
          </w:p>
        </w:tc>
        <w:tc>
          <w:tcPr>
            <w:tcW w:w="2297" w:type="dxa"/>
          </w:tcPr>
          <w:p w14:paraId="1F47B387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Kit predisposizione resistenza elettrica</w:t>
            </w:r>
          </w:p>
          <w:p w14:paraId="1CBEF7D8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KRE 180</w:t>
            </w:r>
          </w:p>
        </w:tc>
        <w:tc>
          <w:tcPr>
            <w:tcW w:w="5803" w:type="dxa"/>
          </w:tcPr>
          <w:p w14:paraId="6536DCFA" w14:textId="387D925E" w:rsidR="00983578" w:rsidRPr="00937E65" w:rsidRDefault="00983578" w:rsidP="0002472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Kit predisposizione resistenza elettrica con attacco 1” </w:t>
            </w:r>
            <w:r w:rsidR="00B44A60">
              <w:rPr>
                <w:rFonts w:ascii="Poppins" w:hAnsi="Poppins" w:cs="Poppins"/>
              </w:rPr>
              <w:t>1/2</w:t>
            </w:r>
            <w:r w:rsidRPr="00937E65">
              <w:rPr>
                <w:rFonts w:ascii="Poppins" w:hAnsi="Poppins" w:cs="Poppins"/>
              </w:rPr>
              <w:t xml:space="preserve"> F.</w:t>
            </w:r>
          </w:p>
          <w:p w14:paraId="04C855EA" w14:textId="69DCE2B9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Completo di flangia DN 180</w:t>
            </w:r>
            <w:r w:rsidR="008848D4">
              <w:rPr>
                <w:rFonts w:ascii="Poppins" w:hAnsi="Poppins" w:cs="Poppins"/>
                <w:sz w:val="20"/>
              </w:rPr>
              <w:t>/DN 290</w:t>
            </w:r>
            <w:r w:rsidRPr="00937E65">
              <w:rPr>
                <w:rFonts w:ascii="Poppins" w:hAnsi="Poppins" w:cs="Poppins"/>
                <w:sz w:val="20"/>
              </w:rPr>
              <w:t xml:space="preserve"> con manicotto 1” </w:t>
            </w:r>
            <w:r w:rsidR="00B44A60">
              <w:rPr>
                <w:rFonts w:ascii="Poppins" w:hAnsi="Poppins" w:cs="Poppins"/>
                <w:sz w:val="20"/>
              </w:rPr>
              <w:t>1/2</w:t>
            </w:r>
            <w:r w:rsidRPr="00937E65">
              <w:rPr>
                <w:rFonts w:ascii="Poppins" w:hAnsi="Poppins" w:cs="Poppins"/>
                <w:sz w:val="20"/>
              </w:rPr>
              <w:t xml:space="preserve"> F, guarnizione</w:t>
            </w:r>
            <w:r w:rsidR="008848D4">
              <w:rPr>
                <w:rFonts w:ascii="Poppins" w:hAnsi="Poppins" w:cs="Poppins"/>
                <w:sz w:val="20"/>
              </w:rPr>
              <w:t xml:space="preserve"> e copriflangia</w:t>
            </w:r>
            <w:r w:rsidRPr="00937E65">
              <w:rPr>
                <w:rFonts w:ascii="Poppins" w:hAnsi="Poppins" w:cs="Poppins"/>
                <w:sz w:val="20"/>
              </w:rPr>
              <w:t>.</w:t>
            </w:r>
          </w:p>
          <w:p w14:paraId="6A65BD87" w14:textId="77777777" w:rsidR="00A2450A" w:rsidRPr="00937E65" w:rsidRDefault="00A2450A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94A57D" w14:textId="4CAEAA06" w:rsidR="00983578" w:rsidRPr="00937E65" w:rsidRDefault="00A2450A" w:rsidP="0002472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</w:t>
            </w:r>
            <w:r w:rsidR="00983578" w:rsidRPr="00937E65">
              <w:rPr>
                <w:rFonts w:ascii="Poppins" w:hAnsi="Poppins" w:cs="Poppins"/>
                <w:sz w:val="20"/>
              </w:rPr>
              <w:t xml:space="preserve"> bollitori </w:t>
            </w:r>
            <w:r>
              <w:rPr>
                <w:rFonts w:ascii="Poppins" w:hAnsi="Poppins" w:cs="Poppins"/>
                <w:sz w:val="20"/>
              </w:rPr>
              <w:t>Euro V 150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>
              <w:rPr>
                <w:rFonts w:ascii="Poppins" w:hAnsi="Poppins" w:cs="Poppins"/>
                <w:sz w:val="20"/>
              </w:rPr>
              <w:t>500, Euro HPV 200</w:t>
            </w:r>
            <w:r w:rsidR="00CB43A3">
              <w:rPr>
                <w:rFonts w:ascii="Poppins" w:hAnsi="Poppins" w:cs="Poppins"/>
                <w:sz w:val="20"/>
              </w:rPr>
              <w:t>, HP2V 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6D389D">
              <w:rPr>
                <w:rFonts w:ascii="Poppins" w:hAnsi="Poppins" w:cs="Poppins"/>
                <w:sz w:val="20"/>
              </w:rPr>
              <w:t>500</w:t>
            </w:r>
            <w:r w:rsidR="00032BB5">
              <w:rPr>
                <w:rFonts w:ascii="Poppins" w:hAnsi="Poppins" w:cs="Poppins"/>
                <w:sz w:val="20"/>
              </w:rPr>
              <w:t xml:space="preserve"> (solo come ricambio)</w:t>
            </w:r>
            <w:r w:rsidR="00CB43A3">
              <w:rPr>
                <w:rFonts w:ascii="Poppins" w:hAnsi="Poppins" w:cs="Poppins"/>
                <w:sz w:val="20"/>
              </w:rPr>
              <w:t>, HEVSN 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CB43A3">
              <w:rPr>
                <w:rFonts w:ascii="Poppins" w:hAnsi="Poppins" w:cs="Poppins"/>
                <w:sz w:val="20"/>
              </w:rPr>
              <w:t>500.</w:t>
            </w:r>
          </w:p>
          <w:p w14:paraId="259D57B8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3B073C" w14:textId="4EE2E91E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CB43A3" w:rsidRPr="00CB43A3">
              <w:rPr>
                <w:rFonts w:ascii="Poppins" w:hAnsi="Poppins" w:cs="Poppins"/>
                <w:b/>
                <w:sz w:val="20"/>
              </w:rPr>
              <w:t>Kit predisposizione resistenza elettrica</w:t>
            </w:r>
            <w:r w:rsidR="00CB43A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KRE 180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83578" w:rsidRPr="0064497C" w14:paraId="19497503" w14:textId="77777777" w:rsidTr="00B72DA8">
        <w:tc>
          <w:tcPr>
            <w:tcW w:w="1398" w:type="dxa"/>
          </w:tcPr>
          <w:p w14:paraId="49C44CEF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lastRenderedPageBreak/>
              <w:t>02792018</w:t>
            </w:r>
          </w:p>
        </w:tc>
        <w:tc>
          <w:tcPr>
            <w:tcW w:w="2297" w:type="dxa"/>
          </w:tcPr>
          <w:p w14:paraId="0AC838CE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Kit predisposizione resistenza elettrica</w:t>
            </w:r>
          </w:p>
          <w:p w14:paraId="3E37F15B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KRE 180A</w:t>
            </w:r>
          </w:p>
        </w:tc>
        <w:tc>
          <w:tcPr>
            <w:tcW w:w="5803" w:type="dxa"/>
          </w:tcPr>
          <w:p w14:paraId="03330495" w14:textId="50D2ABA9" w:rsidR="00983578" w:rsidRPr="00937E65" w:rsidRDefault="00983578" w:rsidP="0002472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Kit predisposizione resistenza elettrica con attacco 1” </w:t>
            </w:r>
            <w:r w:rsidR="00B44A60">
              <w:rPr>
                <w:rFonts w:ascii="Poppins" w:hAnsi="Poppins" w:cs="Poppins"/>
              </w:rPr>
              <w:t>1/2</w:t>
            </w:r>
            <w:r w:rsidRPr="00937E65">
              <w:rPr>
                <w:rFonts w:ascii="Poppins" w:hAnsi="Poppins" w:cs="Poppins"/>
              </w:rPr>
              <w:t xml:space="preserve"> F.</w:t>
            </w:r>
          </w:p>
          <w:p w14:paraId="49F4A4BF" w14:textId="77777777" w:rsidR="008F413E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Completo di flangia DN 180</w:t>
            </w:r>
            <w:r>
              <w:rPr>
                <w:rFonts w:ascii="Poppins" w:hAnsi="Poppins" w:cs="Poppins"/>
                <w:sz w:val="20"/>
              </w:rPr>
              <w:t>/DN 290</w:t>
            </w:r>
            <w:r w:rsidRPr="00937E65">
              <w:rPr>
                <w:rFonts w:ascii="Poppins" w:hAnsi="Poppins" w:cs="Poppins"/>
                <w:sz w:val="20"/>
              </w:rPr>
              <w:t xml:space="preserve"> con manicotto 1” 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937E65">
              <w:rPr>
                <w:rFonts w:ascii="Poppins" w:hAnsi="Poppins" w:cs="Poppins"/>
                <w:sz w:val="20"/>
              </w:rPr>
              <w:t xml:space="preserve"> F, guarnizione</w:t>
            </w:r>
            <w:r>
              <w:rPr>
                <w:rFonts w:ascii="Poppins" w:hAnsi="Poppins" w:cs="Poppins"/>
                <w:sz w:val="20"/>
              </w:rPr>
              <w:t xml:space="preserve"> e copriflangia</w:t>
            </w:r>
            <w:r w:rsidRPr="00937E65">
              <w:rPr>
                <w:rFonts w:ascii="Poppins" w:hAnsi="Poppins" w:cs="Poppins"/>
                <w:sz w:val="20"/>
              </w:rPr>
              <w:t>.</w:t>
            </w:r>
          </w:p>
          <w:p w14:paraId="496117A4" w14:textId="77777777" w:rsidR="008F413E" w:rsidRPr="00937E65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D4C9C4" w14:textId="677AB30E" w:rsidR="008F413E" w:rsidRPr="00937E65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</w:t>
            </w:r>
            <w:r w:rsidRPr="00937E65">
              <w:rPr>
                <w:rFonts w:ascii="Poppins" w:hAnsi="Poppins" w:cs="Poppins"/>
                <w:sz w:val="20"/>
              </w:rPr>
              <w:t xml:space="preserve"> bollitori </w:t>
            </w:r>
            <w:r>
              <w:rPr>
                <w:rFonts w:ascii="Poppins" w:hAnsi="Poppins" w:cs="Poppins"/>
                <w:sz w:val="20"/>
              </w:rPr>
              <w:t xml:space="preserve">Euro HPV </w:t>
            </w:r>
            <w:r w:rsidR="003E0CF6">
              <w:rPr>
                <w:rFonts w:ascii="Poppins" w:hAnsi="Poppins" w:cs="Poppins"/>
                <w:sz w:val="20"/>
              </w:rPr>
              <w:t>1000</w:t>
            </w:r>
            <w:r>
              <w:rPr>
                <w:rFonts w:ascii="Poppins" w:hAnsi="Poppins" w:cs="Poppins"/>
                <w:sz w:val="20"/>
              </w:rPr>
              <w:t xml:space="preserve">, HP2V </w:t>
            </w:r>
            <w:r w:rsidR="003E0CF6">
              <w:rPr>
                <w:rFonts w:ascii="Poppins" w:hAnsi="Poppins" w:cs="Poppins"/>
                <w:sz w:val="20"/>
              </w:rPr>
              <w:t>75</w:t>
            </w:r>
            <w:r>
              <w:rPr>
                <w:rFonts w:ascii="Poppins" w:hAnsi="Poppins" w:cs="Poppins"/>
                <w:sz w:val="20"/>
              </w:rPr>
              <w:t>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3E0CF6">
              <w:rPr>
                <w:rFonts w:ascii="Poppins" w:hAnsi="Poppins" w:cs="Poppins"/>
                <w:sz w:val="20"/>
              </w:rPr>
              <w:t>1000</w:t>
            </w:r>
            <w:r w:rsidR="00032BB5">
              <w:rPr>
                <w:rFonts w:ascii="Poppins" w:hAnsi="Poppins" w:cs="Poppins"/>
                <w:sz w:val="20"/>
              </w:rPr>
              <w:t xml:space="preserve"> (solo come ricambio).</w:t>
            </w:r>
          </w:p>
          <w:p w14:paraId="4C4FF5B3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91AA92" w14:textId="37A62581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CB43A3" w:rsidRPr="00CB43A3">
              <w:rPr>
                <w:rFonts w:ascii="Poppins" w:hAnsi="Poppins" w:cs="Poppins"/>
                <w:b/>
                <w:sz w:val="20"/>
              </w:rPr>
              <w:t>Kit predisposizione resistenza elettrica</w:t>
            </w:r>
            <w:r w:rsidR="00CB43A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KRE 180A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83578" w:rsidRPr="0064497C" w14:paraId="136A08A0" w14:textId="77777777" w:rsidTr="00B72DA8">
        <w:tc>
          <w:tcPr>
            <w:tcW w:w="1398" w:type="dxa"/>
          </w:tcPr>
          <w:p w14:paraId="321AC2FE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02792022</w:t>
            </w:r>
          </w:p>
        </w:tc>
        <w:tc>
          <w:tcPr>
            <w:tcW w:w="2297" w:type="dxa"/>
          </w:tcPr>
          <w:p w14:paraId="47B74804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Kit predisposizione resistenza elettrica</w:t>
            </w:r>
          </w:p>
          <w:p w14:paraId="5D528EB4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KRE 290</w:t>
            </w:r>
          </w:p>
        </w:tc>
        <w:tc>
          <w:tcPr>
            <w:tcW w:w="5803" w:type="dxa"/>
          </w:tcPr>
          <w:p w14:paraId="433973A5" w14:textId="21A82360" w:rsidR="00983578" w:rsidRPr="00937E65" w:rsidRDefault="00983578" w:rsidP="0002472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Kit predisposizione resistenza elettrica con attacco 1” </w:t>
            </w:r>
            <w:r w:rsidR="00B44A60">
              <w:rPr>
                <w:rFonts w:ascii="Poppins" w:hAnsi="Poppins" w:cs="Poppins"/>
              </w:rPr>
              <w:t>1/2</w:t>
            </w:r>
            <w:r w:rsidRPr="00937E65">
              <w:rPr>
                <w:rFonts w:ascii="Poppins" w:hAnsi="Poppins" w:cs="Poppins"/>
              </w:rPr>
              <w:t xml:space="preserve"> F.</w:t>
            </w:r>
          </w:p>
          <w:p w14:paraId="7D87B9BD" w14:textId="77777777" w:rsidR="008F413E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Completo di flangia DN 180</w:t>
            </w:r>
            <w:r>
              <w:rPr>
                <w:rFonts w:ascii="Poppins" w:hAnsi="Poppins" w:cs="Poppins"/>
                <w:sz w:val="20"/>
              </w:rPr>
              <w:t>/DN 290</w:t>
            </w:r>
            <w:r w:rsidRPr="00937E65">
              <w:rPr>
                <w:rFonts w:ascii="Poppins" w:hAnsi="Poppins" w:cs="Poppins"/>
                <w:sz w:val="20"/>
              </w:rPr>
              <w:t xml:space="preserve"> con manicotto 1” 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937E65">
              <w:rPr>
                <w:rFonts w:ascii="Poppins" w:hAnsi="Poppins" w:cs="Poppins"/>
                <w:sz w:val="20"/>
              </w:rPr>
              <w:t xml:space="preserve"> F, guarnizione</w:t>
            </w:r>
            <w:r>
              <w:rPr>
                <w:rFonts w:ascii="Poppins" w:hAnsi="Poppins" w:cs="Poppins"/>
                <w:sz w:val="20"/>
              </w:rPr>
              <w:t xml:space="preserve"> e copriflangia</w:t>
            </w:r>
            <w:r w:rsidRPr="00937E65">
              <w:rPr>
                <w:rFonts w:ascii="Poppins" w:hAnsi="Poppins" w:cs="Poppins"/>
                <w:sz w:val="20"/>
              </w:rPr>
              <w:t>.</w:t>
            </w:r>
          </w:p>
          <w:p w14:paraId="5AED8C0F" w14:textId="77777777" w:rsidR="008F413E" w:rsidRPr="00937E65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22F3CA" w14:textId="45FDD50C" w:rsidR="008F413E" w:rsidRPr="00937E65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</w:t>
            </w:r>
            <w:r w:rsidRPr="00937E65">
              <w:rPr>
                <w:rFonts w:ascii="Poppins" w:hAnsi="Poppins" w:cs="Poppins"/>
                <w:sz w:val="20"/>
              </w:rPr>
              <w:t xml:space="preserve"> bollitori </w:t>
            </w:r>
            <w:r w:rsidR="00FD143D">
              <w:rPr>
                <w:rFonts w:ascii="Poppins" w:hAnsi="Poppins" w:cs="Poppins"/>
                <w:sz w:val="20"/>
              </w:rPr>
              <w:t>Comfort V 200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D143D">
              <w:rPr>
                <w:rFonts w:ascii="Poppins" w:hAnsi="Poppins" w:cs="Poppins"/>
                <w:sz w:val="20"/>
              </w:rPr>
              <w:t>300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D143D">
              <w:rPr>
                <w:rFonts w:ascii="Poppins" w:hAnsi="Poppins" w:cs="Poppins"/>
                <w:sz w:val="20"/>
              </w:rPr>
              <w:t>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D143D">
              <w:rPr>
                <w:rFonts w:ascii="Poppins" w:hAnsi="Poppins" w:cs="Poppins"/>
                <w:sz w:val="20"/>
              </w:rPr>
              <w:t>750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D143D">
              <w:rPr>
                <w:rFonts w:ascii="Poppins" w:hAnsi="Poppins" w:cs="Poppins"/>
                <w:sz w:val="20"/>
              </w:rPr>
              <w:t>1000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D143D"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D143D">
              <w:rPr>
                <w:rFonts w:ascii="Poppins" w:hAnsi="Poppins" w:cs="Poppins"/>
                <w:sz w:val="20"/>
              </w:rPr>
              <w:t xml:space="preserve">3000, Comfort S </w:t>
            </w:r>
            <w:r w:rsidR="00F02002">
              <w:rPr>
                <w:rFonts w:ascii="Poppins" w:hAnsi="Poppins" w:cs="Poppins"/>
                <w:sz w:val="20"/>
              </w:rPr>
              <w:t>1500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2000</w:t>
            </w:r>
            <w:r w:rsidR="000C6E80">
              <w:rPr>
                <w:rFonts w:ascii="Poppins" w:hAnsi="Poppins" w:cs="Poppins"/>
                <w:sz w:val="20"/>
              </w:rPr>
              <w:t xml:space="preserve"> - </w:t>
            </w:r>
            <w:r w:rsidR="00F02002">
              <w:rPr>
                <w:rFonts w:ascii="Poppins" w:hAnsi="Poppins" w:cs="Poppins"/>
                <w:sz w:val="20"/>
              </w:rPr>
              <w:t>3000, Serbatoio di accumulo V2000.</w:t>
            </w:r>
          </w:p>
          <w:p w14:paraId="4A92EDF0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1BEE529" w14:textId="1DC7CA76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CB43A3" w:rsidRPr="00CB43A3">
              <w:rPr>
                <w:rFonts w:ascii="Poppins" w:hAnsi="Poppins" w:cs="Poppins"/>
                <w:b/>
                <w:sz w:val="20"/>
              </w:rPr>
              <w:t>Kit predisposizione resistenza elettrica</w:t>
            </w:r>
            <w:r w:rsidR="00CB43A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KRE 290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83578" w:rsidRPr="00A16737" w14:paraId="510392A5" w14:textId="77777777" w:rsidTr="00B72DA8">
        <w:tc>
          <w:tcPr>
            <w:tcW w:w="1398" w:type="dxa"/>
          </w:tcPr>
          <w:p w14:paraId="65D9947A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00510682</w:t>
            </w:r>
          </w:p>
        </w:tc>
        <w:tc>
          <w:tcPr>
            <w:tcW w:w="2297" w:type="dxa"/>
          </w:tcPr>
          <w:p w14:paraId="6721FF8F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1E55F8BA" w14:textId="68091EEE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7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50 mm</w:t>
            </w:r>
          </w:p>
        </w:tc>
        <w:tc>
          <w:tcPr>
            <w:tcW w:w="5803" w:type="dxa"/>
          </w:tcPr>
          <w:p w14:paraId="6333C100" w14:textId="77777777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Pozzetto per termometro secondo norme ISPEL con attacco da 1/2” M. </w:t>
            </w:r>
          </w:p>
          <w:p w14:paraId="5188191B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63EC55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7 mm</w:t>
            </w:r>
          </w:p>
          <w:p w14:paraId="537FF723" w14:textId="53165201" w:rsidR="00983578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 w:rsidR="00983578" w:rsidRPr="00937E65">
              <w:rPr>
                <w:rFonts w:ascii="Poppins" w:hAnsi="Poppins" w:cs="Poppins"/>
                <w:sz w:val="20"/>
              </w:rPr>
              <w:t>50 mm</w:t>
            </w:r>
          </w:p>
          <w:p w14:paraId="6F38E742" w14:textId="3BC54EA8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750CBE3E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EB46B0" w14:textId="63278F39" w:rsidR="00983578" w:rsidRPr="00937E65" w:rsidRDefault="00983578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Modello Pozzetto per termometro Ø 7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50 mm o equivalente.</w:t>
            </w:r>
          </w:p>
        </w:tc>
      </w:tr>
      <w:tr w:rsidR="00983578" w:rsidRPr="00A16737" w14:paraId="42332AC7" w14:textId="77777777" w:rsidTr="00B72DA8">
        <w:tc>
          <w:tcPr>
            <w:tcW w:w="1398" w:type="dxa"/>
          </w:tcPr>
          <w:p w14:paraId="111DB370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00510012</w:t>
            </w:r>
          </w:p>
        </w:tc>
        <w:tc>
          <w:tcPr>
            <w:tcW w:w="2297" w:type="dxa"/>
          </w:tcPr>
          <w:p w14:paraId="3B798DF4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4147A14F" w14:textId="17715F22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9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50 mm</w:t>
            </w:r>
          </w:p>
        </w:tc>
        <w:tc>
          <w:tcPr>
            <w:tcW w:w="5803" w:type="dxa"/>
          </w:tcPr>
          <w:p w14:paraId="74041B1A" w14:textId="77777777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Pozzetto per termometro secondo norme ISPEL con attacco da 1/2” M. </w:t>
            </w:r>
          </w:p>
          <w:p w14:paraId="431DA4C9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F99D07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9 mm</w:t>
            </w:r>
          </w:p>
          <w:p w14:paraId="5C90B89E" w14:textId="44BDC668" w:rsidR="00983578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 w:rsidR="00983578" w:rsidRPr="00937E65">
              <w:rPr>
                <w:rFonts w:ascii="Poppins" w:hAnsi="Poppins" w:cs="Poppins"/>
                <w:sz w:val="20"/>
              </w:rPr>
              <w:t>50 mm</w:t>
            </w:r>
          </w:p>
          <w:p w14:paraId="37076F20" w14:textId="394F030E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333EDD6B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C10D98" w14:textId="5EB4C3C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Modello Pozzetto per termometro Ø 9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50 mm o equivalente.</w:t>
            </w:r>
          </w:p>
        </w:tc>
      </w:tr>
      <w:tr w:rsidR="00983578" w:rsidRPr="00A16737" w14:paraId="395709CC" w14:textId="77777777" w:rsidTr="00B72DA8">
        <w:tc>
          <w:tcPr>
            <w:tcW w:w="1398" w:type="dxa"/>
          </w:tcPr>
          <w:p w14:paraId="3FFCF4BA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00510684</w:t>
            </w:r>
          </w:p>
        </w:tc>
        <w:tc>
          <w:tcPr>
            <w:tcW w:w="2297" w:type="dxa"/>
          </w:tcPr>
          <w:p w14:paraId="664554A4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0CCD05F3" w14:textId="1A82D286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Ø 10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50 mm</w:t>
            </w:r>
          </w:p>
        </w:tc>
        <w:tc>
          <w:tcPr>
            <w:tcW w:w="5803" w:type="dxa"/>
          </w:tcPr>
          <w:p w14:paraId="306A041C" w14:textId="77777777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 xml:space="preserve">Pozzetto per termometro secondo norme ISPEL con attacco da 1/2” M. </w:t>
            </w:r>
          </w:p>
          <w:p w14:paraId="4B664DC8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AFA1BD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10 mm</w:t>
            </w:r>
          </w:p>
          <w:p w14:paraId="6E2C6EED" w14:textId="5F81E8B9" w:rsidR="00983578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 w:rsidR="00983578" w:rsidRPr="00937E65">
              <w:rPr>
                <w:rFonts w:ascii="Poppins" w:hAnsi="Poppins" w:cs="Poppins"/>
                <w:sz w:val="20"/>
              </w:rPr>
              <w:t>50 mm</w:t>
            </w:r>
          </w:p>
          <w:p w14:paraId="39A86240" w14:textId="6D37695F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0BCDF750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95652B" w14:textId="21064716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Modello Pozzetto per termometro Ø 10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50 mm o equivalente.</w:t>
            </w:r>
          </w:p>
        </w:tc>
      </w:tr>
      <w:tr w:rsidR="00983578" w:rsidRPr="00A16737" w14:paraId="5240C837" w14:textId="77777777" w:rsidTr="00B72DA8">
        <w:tc>
          <w:tcPr>
            <w:tcW w:w="1398" w:type="dxa"/>
          </w:tcPr>
          <w:p w14:paraId="5B1FB598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00510686</w:t>
            </w:r>
          </w:p>
        </w:tc>
        <w:tc>
          <w:tcPr>
            <w:tcW w:w="2297" w:type="dxa"/>
          </w:tcPr>
          <w:p w14:paraId="6A8663EE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40B487E3" w14:textId="568EFEAF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10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100 mm</w:t>
            </w:r>
          </w:p>
        </w:tc>
        <w:tc>
          <w:tcPr>
            <w:tcW w:w="5803" w:type="dxa"/>
          </w:tcPr>
          <w:p w14:paraId="68CDF4EA" w14:textId="77777777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Pozzetto per termometro secondo norme ISPEL con attacco da 1/2” M. </w:t>
            </w:r>
          </w:p>
          <w:p w14:paraId="666E3DAD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AE17DD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10 mm</w:t>
            </w:r>
          </w:p>
          <w:p w14:paraId="4039B2F6" w14:textId="79B70E98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 w:rsidR="009C51FD"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100 mm</w:t>
            </w:r>
          </w:p>
          <w:p w14:paraId="00936E2C" w14:textId="0B263235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32F6498E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708F93" w14:textId="5E17B61A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Modello Pozzetto per termometro Ø 10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100 mm o equivalente.</w:t>
            </w:r>
          </w:p>
        </w:tc>
      </w:tr>
      <w:tr w:rsidR="00983578" w:rsidRPr="00A16737" w14:paraId="41B1F847" w14:textId="77777777" w:rsidTr="00B72DA8">
        <w:tc>
          <w:tcPr>
            <w:tcW w:w="1398" w:type="dxa"/>
          </w:tcPr>
          <w:p w14:paraId="1A4DC4F4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00510690</w:t>
            </w:r>
          </w:p>
        </w:tc>
        <w:tc>
          <w:tcPr>
            <w:tcW w:w="2297" w:type="dxa"/>
          </w:tcPr>
          <w:p w14:paraId="34899411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1D021856" w14:textId="2621B431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10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302 mm</w:t>
            </w:r>
          </w:p>
        </w:tc>
        <w:tc>
          <w:tcPr>
            <w:tcW w:w="5803" w:type="dxa"/>
          </w:tcPr>
          <w:p w14:paraId="746C4BA5" w14:textId="446EC78F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 secondo norme ISPEL con attacco da 1/2” M.</w:t>
            </w:r>
          </w:p>
          <w:p w14:paraId="7669322D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76BE23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10 mm</w:t>
            </w:r>
          </w:p>
          <w:p w14:paraId="799EDFD1" w14:textId="5C31980F" w:rsidR="00983578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 w:rsidR="00983578" w:rsidRPr="00937E65">
              <w:rPr>
                <w:rFonts w:ascii="Poppins" w:hAnsi="Poppins" w:cs="Poppins"/>
                <w:sz w:val="20"/>
              </w:rPr>
              <w:t>302 mm</w:t>
            </w:r>
          </w:p>
          <w:p w14:paraId="5EFD3DE6" w14:textId="724D8E5C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343C8CD4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F3668D" w14:textId="1B6E6992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Modello Pozzetto per termometro Ø 10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302 mm o equivalente.</w:t>
            </w:r>
          </w:p>
        </w:tc>
      </w:tr>
      <w:tr w:rsidR="009C51FD" w:rsidRPr="00A16737" w14:paraId="63146563" w14:textId="77777777" w:rsidTr="00B72DA8">
        <w:tc>
          <w:tcPr>
            <w:tcW w:w="1398" w:type="dxa"/>
          </w:tcPr>
          <w:p w14:paraId="0934D3D3" w14:textId="45D8C7FD" w:rsidR="009C51FD" w:rsidRPr="00937E65" w:rsidRDefault="009C51FD" w:rsidP="009C51FD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005106</w:t>
            </w:r>
            <w:r>
              <w:rPr>
                <w:rFonts w:ascii="Poppins" w:hAnsi="Poppins" w:cs="Poppins"/>
                <w:sz w:val="20"/>
              </w:rPr>
              <w:t>88</w:t>
            </w:r>
          </w:p>
        </w:tc>
        <w:tc>
          <w:tcPr>
            <w:tcW w:w="2297" w:type="dxa"/>
          </w:tcPr>
          <w:p w14:paraId="2377FE87" w14:textId="77777777" w:rsidR="009C51FD" w:rsidRPr="00937E65" w:rsidRDefault="009C51FD" w:rsidP="009C51FD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4AAEF1DC" w14:textId="65631926" w:rsidR="009C51FD" w:rsidRPr="00937E65" w:rsidRDefault="009C51FD" w:rsidP="009C51FD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1</w:t>
            </w:r>
            <w:r>
              <w:rPr>
                <w:rFonts w:ascii="Poppins" w:hAnsi="Poppins" w:cs="Poppins"/>
                <w:sz w:val="20"/>
              </w:rPr>
              <w:t>5</w:t>
            </w:r>
            <w:r w:rsidRPr="00937E65">
              <w:rPr>
                <w:rFonts w:ascii="Poppins" w:hAnsi="Poppins" w:cs="Poppins"/>
                <w:sz w:val="20"/>
              </w:rPr>
              <w:t xml:space="preserve"> L</w:t>
            </w:r>
            <w:r>
              <w:rPr>
                <w:rFonts w:ascii="Poppins" w:hAnsi="Poppins" w:cs="Poppins"/>
                <w:sz w:val="20"/>
              </w:rPr>
              <w:t>=110</w:t>
            </w:r>
            <w:r w:rsidRPr="00937E65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5803" w:type="dxa"/>
          </w:tcPr>
          <w:p w14:paraId="4FDEEDAC" w14:textId="77777777" w:rsidR="009C51FD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 secondo norme ISPEL con attacco da 1/2” M.</w:t>
            </w:r>
          </w:p>
          <w:p w14:paraId="3650B461" w14:textId="77777777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24BF5C" w14:textId="6344BE91" w:rsidR="009C51FD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1</w:t>
            </w:r>
            <w:r>
              <w:rPr>
                <w:rFonts w:ascii="Poppins" w:hAnsi="Poppins" w:cs="Poppins"/>
                <w:sz w:val="20"/>
              </w:rPr>
              <w:t>5</w:t>
            </w:r>
            <w:r w:rsidRPr="00937E65">
              <w:rPr>
                <w:rFonts w:ascii="Poppins" w:hAnsi="Poppins" w:cs="Poppins"/>
                <w:sz w:val="20"/>
              </w:rPr>
              <w:t xml:space="preserve"> mm</w:t>
            </w:r>
          </w:p>
          <w:p w14:paraId="09CE0943" w14:textId="3C483ACB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110</w:t>
            </w:r>
            <w:r w:rsidRPr="00937E65">
              <w:rPr>
                <w:rFonts w:ascii="Poppins" w:hAnsi="Poppins" w:cs="Poppins"/>
                <w:sz w:val="20"/>
              </w:rPr>
              <w:t xml:space="preserve"> mm</w:t>
            </w:r>
          </w:p>
          <w:p w14:paraId="404604D7" w14:textId="77777777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59347A1B" w14:textId="77777777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816535" w14:textId="7D340ABE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0C6E80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Modello Pozzetto per termometro Ø 1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L</w:t>
            </w:r>
            <w:r>
              <w:rPr>
                <w:rFonts w:ascii="Poppins" w:hAnsi="Poppins" w:cs="Poppins"/>
                <w:b/>
                <w:bCs/>
                <w:sz w:val="20"/>
              </w:rPr>
              <w:t>=110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</w:tbl>
    <w:p w14:paraId="538E8D22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4958" w14:textId="77777777" w:rsidR="00EA7A5C" w:rsidRDefault="00EA7A5C">
      <w:r>
        <w:separator/>
      </w:r>
    </w:p>
  </w:endnote>
  <w:endnote w:type="continuationSeparator" w:id="0">
    <w:p w14:paraId="1B80D07A" w14:textId="77777777" w:rsidR="00EA7A5C" w:rsidRDefault="00EA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1670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C27BAEC" w14:textId="77777777" w:rsidTr="004706FD">
      <w:tc>
        <w:tcPr>
          <w:tcW w:w="4534" w:type="dxa"/>
        </w:tcPr>
        <w:p w14:paraId="52F994D6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1112C">
            <w:rPr>
              <w:rFonts w:ascii="Poppins" w:hAnsi="Poppins" w:cs="Poppins"/>
              <w:iCs/>
              <w:noProof/>
              <w:sz w:val="16"/>
            </w:rPr>
            <w:t>Accessori per bollitori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BCFC0E4" w14:textId="1AB6C3D0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742D1D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B3AF69C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BCD98DE" wp14:editId="696E446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D7709" w14:textId="77777777" w:rsidR="00EA7A5C" w:rsidRDefault="00EA7A5C">
      <w:r>
        <w:separator/>
      </w:r>
    </w:p>
  </w:footnote>
  <w:footnote w:type="continuationSeparator" w:id="0">
    <w:p w14:paraId="4C1969FF" w14:textId="77777777" w:rsidR="00EA7A5C" w:rsidRDefault="00EA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369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21F4D56" wp14:editId="55E6A17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52110C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08DAA2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43DAC"/>
    <w:multiLevelType w:val="hybridMultilevel"/>
    <w:tmpl w:val="086C975E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D611B"/>
    <w:multiLevelType w:val="hybridMultilevel"/>
    <w:tmpl w:val="20C69DB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8499F"/>
    <w:multiLevelType w:val="hybridMultilevel"/>
    <w:tmpl w:val="3516F70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569DE"/>
    <w:multiLevelType w:val="hybridMultilevel"/>
    <w:tmpl w:val="564E7AB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C157D"/>
    <w:multiLevelType w:val="hybridMultilevel"/>
    <w:tmpl w:val="1F48518C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D32518"/>
    <w:multiLevelType w:val="hybridMultilevel"/>
    <w:tmpl w:val="80DA9D58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26C47"/>
    <w:multiLevelType w:val="hybridMultilevel"/>
    <w:tmpl w:val="460C8F52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26935"/>
    <w:multiLevelType w:val="hybridMultilevel"/>
    <w:tmpl w:val="A5F090F8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31B41"/>
    <w:multiLevelType w:val="hybridMultilevel"/>
    <w:tmpl w:val="AB90408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BF3553"/>
    <w:multiLevelType w:val="hybridMultilevel"/>
    <w:tmpl w:val="F260F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767784">
    <w:abstractNumId w:val="22"/>
  </w:num>
  <w:num w:numId="2" w16cid:durableId="782385624">
    <w:abstractNumId w:val="21"/>
  </w:num>
  <w:num w:numId="3" w16cid:durableId="2075422135">
    <w:abstractNumId w:val="9"/>
  </w:num>
  <w:num w:numId="4" w16cid:durableId="286812162">
    <w:abstractNumId w:val="3"/>
  </w:num>
  <w:num w:numId="5" w16cid:durableId="1507788914">
    <w:abstractNumId w:val="17"/>
  </w:num>
  <w:num w:numId="6" w16cid:durableId="1457406488">
    <w:abstractNumId w:val="15"/>
  </w:num>
  <w:num w:numId="7" w16cid:durableId="2071464790">
    <w:abstractNumId w:val="12"/>
  </w:num>
  <w:num w:numId="8" w16cid:durableId="567613898">
    <w:abstractNumId w:val="15"/>
  </w:num>
  <w:num w:numId="9" w16cid:durableId="1802067946">
    <w:abstractNumId w:val="0"/>
  </w:num>
  <w:num w:numId="10" w16cid:durableId="765535726">
    <w:abstractNumId w:val="15"/>
  </w:num>
  <w:num w:numId="11" w16cid:durableId="1092627182">
    <w:abstractNumId w:val="29"/>
  </w:num>
  <w:num w:numId="12" w16cid:durableId="386997522">
    <w:abstractNumId w:val="33"/>
  </w:num>
  <w:num w:numId="13" w16cid:durableId="1368411794">
    <w:abstractNumId w:val="28"/>
  </w:num>
  <w:num w:numId="14" w16cid:durableId="238641748">
    <w:abstractNumId w:val="13"/>
  </w:num>
  <w:num w:numId="15" w16cid:durableId="800415421">
    <w:abstractNumId w:val="30"/>
  </w:num>
  <w:num w:numId="16" w16cid:durableId="242178033">
    <w:abstractNumId w:val="36"/>
  </w:num>
  <w:num w:numId="17" w16cid:durableId="1018579251">
    <w:abstractNumId w:val="38"/>
  </w:num>
  <w:num w:numId="18" w16cid:durableId="1498495518">
    <w:abstractNumId w:val="32"/>
  </w:num>
  <w:num w:numId="19" w16cid:durableId="327170985">
    <w:abstractNumId w:val="1"/>
  </w:num>
  <w:num w:numId="20" w16cid:durableId="1573854312">
    <w:abstractNumId w:val="2"/>
  </w:num>
  <w:num w:numId="21" w16cid:durableId="1172450834">
    <w:abstractNumId w:val="18"/>
  </w:num>
  <w:num w:numId="22" w16cid:durableId="1610232570">
    <w:abstractNumId w:val="5"/>
  </w:num>
  <w:num w:numId="23" w16cid:durableId="253979335">
    <w:abstractNumId w:val="26"/>
  </w:num>
  <w:num w:numId="24" w16cid:durableId="1136486694">
    <w:abstractNumId w:val="37"/>
  </w:num>
  <w:num w:numId="25" w16cid:durableId="223688771">
    <w:abstractNumId w:val="10"/>
  </w:num>
  <w:num w:numId="26" w16cid:durableId="2002536043">
    <w:abstractNumId w:val="14"/>
  </w:num>
  <w:num w:numId="27" w16cid:durableId="384959004">
    <w:abstractNumId w:val="34"/>
  </w:num>
  <w:num w:numId="28" w16cid:durableId="994265329">
    <w:abstractNumId w:val="16"/>
  </w:num>
  <w:num w:numId="29" w16cid:durableId="1287197852">
    <w:abstractNumId w:val="4"/>
  </w:num>
  <w:num w:numId="30" w16cid:durableId="548995438">
    <w:abstractNumId w:val="20"/>
  </w:num>
  <w:num w:numId="31" w16cid:durableId="1078359762">
    <w:abstractNumId w:val="35"/>
  </w:num>
  <w:num w:numId="32" w16cid:durableId="623266543">
    <w:abstractNumId w:val="8"/>
  </w:num>
  <w:num w:numId="33" w16cid:durableId="1396398196">
    <w:abstractNumId w:val="8"/>
  </w:num>
  <w:num w:numId="34" w16cid:durableId="306862857">
    <w:abstractNumId w:val="6"/>
  </w:num>
  <w:num w:numId="35" w16cid:durableId="796989190">
    <w:abstractNumId w:val="39"/>
  </w:num>
  <w:num w:numId="36" w16cid:durableId="412556086">
    <w:abstractNumId w:val="7"/>
  </w:num>
  <w:num w:numId="37" w16cid:durableId="1491100506">
    <w:abstractNumId w:val="19"/>
  </w:num>
  <w:num w:numId="38" w16cid:durableId="1944149220">
    <w:abstractNumId w:val="27"/>
  </w:num>
  <w:num w:numId="39" w16cid:durableId="2092268143">
    <w:abstractNumId w:val="25"/>
  </w:num>
  <w:num w:numId="40" w16cid:durableId="424542351">
    <w:abstractNumId w:val="11"/>
  </w:num>
  <w:num w:numId="41" w16cid:durableId="1796630403">
    <w:abstractNumId w:val="24"/>
  </w:num>
  <w:num w:numId="42" w16cid:durableId="1366637023">
    <w:abstractNumId w:val="31"/>
  </w:num>
  <w:num w:numId="43" w16cid:durableId="20950105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4720"/>
    <w:rsid w:val="00032BB5"/>
    <w:rsid w:val="0006784D"/>
    <w:rsid w:val="00082E29"/>
    <w:rsid w:val="0009136B"/>
    <w:rsid w:val="00096B2B"/>
    <w:rsid w:val="000A41FB"/>
    <w:rsid w:val="000B6932"/>
    <w:rsid w:val="000C52FA"/>
    <w:rsid w:val="000C6E80"/>
    <w:rsid w:val="000F6447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266E8"/>
    <w:rsid w:val="0023000E"/>
    <w:rsid w:val="002346C2"/>
    <w:rsid w:val="00255A5F"/>
    <w:rsid w:val="00264BCF"/>
    <w:rsid w:val="0028448D"/>
    <w:rsid w:val="00285A03"/>
    <w:rsid w:val="002862D2"/>
    <w:rsid w:val="002B5D63"/>
    <w:rsid w:val="002D7096"/>
    <w:rsid w:val="002F7EEA"/>
    <w:rsid w:val="00304518"/>
    <w:rsid w:val="00322B27"/>
    <w:rsid w:val="00322D63"/>
    <w:rsid w:val="0032752D"/>
    <w:rsid w:val="003333BC"/>
    <w:rsid w:val="003432AE"/>
    <w:rsid w:val="00344430"/>
    <w:rsid w:val="00350483"/>
    <w:rsid w:val="00350CA2"/>
    <w:rsid w:val="003524C7"/>
    <w:rsid w:val="00357812"/>
    <w:rsid w:val="00365710"/>
    <w:rsid w:val="00372ECE"/>
    <w:rsid w:val="00382B96"/>
    <w:rsid w:val="003B0FFE"/>
    <w:rsid w:val="003D4BE3"/>
    <w:rsid w:val="003E0CF6"/>
    <w:rsid w:val="0041112C"/>
    <w:rsid w:val="004272FC"/>
    <w:rsid w:val="00433C12"/>
    <w:rsid w:val="0044592F"/>
    <w:rsid w:val="00447EFC"/>
    <w:rsid w:val="004706FD"/>
    <w:rsid w:val="00472E93"/>
    <w:rsid w:val="00474537"/>
    <w:rsid w:val="0048382E"/>
    <w:rsid w:val="004A1369"/>
    <w:rsid w:val="004D1260"/>
    <w:rsid w:val="004F1A26"/>
    <w:rsid w:val="00500E2B"/>
    <w:rsid w:val="00501C54"/>
    <w:rsid w:val="0051168C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D6CEB"/>
    <w:rsid w:val="005E1169"/>
    <w:rsid w:val="006015C2"/>
    <w:rsid w:val="006040F5"/>
    <w:rsid w:val="00610639"/>
    <w:rsid w:val="00620C00"/>
    <w:rsid w:val="006523AE"/>
    <w:rsid w:val="00665813"/>
    <w:rsid w:val="00690CC4"/>
    <w:rsid w:val="006A4643"/>
    <w:rsid w:val="006B218C"/>
    <w:rsid w:val="006B29B1"/>
    <w:rsid w:val="006C14CB"/>
    <w:rsid w:val="006C2BE4"/>
    <w:rsid w:val="006D044B"/>
    <w:rsid w:val="006D389D"/>
    <w:rsid w:val="006D4FDF"/>
    <w:rsid w:val="006E5C4B"/>
    <w:rsid w:val="006E6F9C"/>
    <w:rsid w:val="006F1812"/>
    <w:rsid w:val="006F6AB3"/>
    <w:rsid w:val="00710BB8"/>
    <w:rsid w:val="00711025"/>
    <w:rsid w:val="00722DE7"/>
    <w:rsid w:val="00727388"/>
    <w:rsid w:val="0073789C"/>
    <w:rsid w:val="00742D1D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94"/>
    <w:rsid w:val="008014DD"/>
    <w:rsid w:val="0080323F"/>
    <w:rsid w:val="0081631B"/>
    <w:rsid w:val="00822642"/>
    <w:rsid w:val="00830828"/>
    <w:rsid w:val="00844BBC"/>
    <w:rsid w:val="008574C8"/>
    <w:rsid w:val="00867692"/>
    <w:rsid w:val="008804CB"/>
    <w:rsid w:val="00882947"/>
    <w:rsid w:val="008848D4"/>
    <w:rsid w:val="00887902"/>
    <w:rsid w:val="008A2C0A"/>
    <w:rsid w:val="008B13FB"/>
    <w:rsid w:val="008B5587"/>
    <w:rsid w:val="008C1C88"/>
    <w:rsid w:val="008C2F88"/>
    <w:rsid w:val="008E5212"/>
    <w:rsid w:val="008F413E"/>
    <w:rsid w:val="009027D5"/>
    <w:rsid w:val="00904071"/>
    <w:rsid w:val="009059BB"/>
    <w:rsid w:val="00923354"/>
    <w:rsid w:val="00931A8A"/>
    <w:rsid w:val="00936F47"/>
    <w:rsid w:val="00937E65"/>
    <w:rsid w:val="0094047C"/>
    <w:rsid w:val="00942B09"/>
    <w:rsid w:val="00954846"/>
    <w:rsid w:val="00983578"/>
    <w:rsid w:val="00992282"/>
    <w:rsid w:val="0099452E"/>
    <w:rsid w:val="009A219D"/>
    <w:rsid w:val="009B37F1"/>
    <w:rsid w:val="009C1166"/>
    <w:rsid w:val="009C51FD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2450A"/>
    <w:rsid w:val="00A62A77"/>
    <w:rsid w:val="00A743FF"/>
    <w:rsid w:val="00A82E78"/>
    <w:rsid w:val="00AA2E2F"/>
    <w:rsid w:val="00AA6620"/>
    <w:rsid w:val="00AC0741"/>
    <w:rsid w:val="00AD05EC"/>
    <w:rsid w:val="00AD1706"/>
    <w:rsid w:val="00AF350C"/>
    <w:rsid w:val="00AF40B8"/>
    <w:rsid w:val="00AF57DC"/>
    <w:rsid w:val="00B312B7"/>
    <w:rsid w:val="00B406A9"/>
    <w:rsid w:val="00B44A60"/>
    <w:rsid w:val="00B47D70"/>
    <w:rsid w:val="00B72DA8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3B72"/>
    <w:rsid w:val="00C25698"/>
    <w:rsid w:val="00C27DFF"/>
    <w:rsid w:val="00C36C55"/>
    <w:rsid w:val="00C437EE"/>
    <w:rsid w:val="00C55FF9"/>
    <w:rsid w:val="00C82066"/>
    <w:rsid w:val="00C86331"/>
    <w:rsid w:val="00C93402"/>
    <w:rsid w:val="00C939B1"/>
    <w:rsid w:val="00C96FDC"/>
    <w:rsid w:val="00CB1475"/>
    <w:rsid w:val="00CB43A3"/>
    <w:rsid w:val="00CC31A7"/>
    <w:rsid w:val="00CE7C2F"/>
    <w:rsid w:val="00D061A5"/>
    <w:rsid w:val="00D178ED"/>
    <w:rsid w:val="00D17F30"/>
    <w:rsid w:val="00D2119B"/>
    <w:rsid w:val="00D229AF"/>
    <w:rsid w:val="00D26E08"/>
    <w:rsid w:val="00D26FD9"/>
    <w:rsid w:val="00D440AE"/>
    <w:rsid w:val="00D44371"/>
    <w:rsid w:val="00D62BDF"/>
    <w:rsid w:val="00D66D5C"/>
    <w:rsid w:val="00D832BB"/>
    <w:rsid w:val="00D902A4"/>
    <w:rsid w:val="00DA3646"/>
    <w:rsid w:val="00DC2A20"/>
    <w:rsid w:val="00DD2E16"/>
    <w:rsid w:val="00DD5F64"/>
    <w:rsid w:val="00DE5C0B"/>
    <w:rsid w:val="00E02BC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A7A5C"/>
    <w:rsid w:val="00EB33B9"/>
    <w:rsid w:val="00EC29FF"/>
    <w:rsid w:val="00EC728A"/>
    <w:rsid w:val="00ED24CF"/>
    <w:rsid w:val="00EF73E5"/>
    <w:rsid w:val="00F02002"/>
    <w:rsid w:val="00F10FC6"/>
    <w:rsid w:val="00F31BBB"/>
    <w:rsid w:val="00F50F65"/>
    <w:rsid w:val="00F53758"/>
    <w:rsid w:val="00F60A08"/>
    <w:rsid w:val="00FD02BC"/>
    <w:rsid w:val="00FD143D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3B4A0E5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E492B-4A97-43F9-91FB-0C65511B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14150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50</cp:revision>
  <cp:lastPrinted>2013-11-14T13:48:00Z</cp:lastPrinted>
  <dcterms:created xsi:type="dcterms:W3CDTF">2024-03-14T08:39:00Z</dcterms:created>
  <dcterms:modified xsi:type="dcterms:W3CDTF">2025-05-15T12:28:00Z</dcterms:modified>
</cp:coreProperties>
</file>